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1BB62" w14:textId="2C7E6C74" w:rsidR="0089168F" w:rsidRDefault="0089168F" w:rsidP="0089168F">
      <w:pPr>
        <w:pStyle w:val="Heading2"/>
      </w:pPr>
      <w:r>
        <w:t>T</w:t>
      </w:r>
    </w:p>
    <w:p w14:paraId="2DBB15A7" w14:textId="26E0D96C" w:rsidR="0089168F" w:rsidRDefault="0089168F">
      <w:pPr>
        <w:pStyle w:val="Heading3"/>
      </w:pPr>
      <w:r>
        <w:t>Interp/Predictability---1NC</w:t>
      </w:r>
    </w:p>
    <w:p w14:paraId="03F7BD57" w14:textId="77777777" w:rsidR="0089168F" w:rsidRPr="00420F8A" w:rsidRDefault="0089168F" w:rsidP="0089168F">
      <w:pPr>
        <w:pStyle w:val="Heading4"/>
      </w:pPr>
      <w:r>
        <w:t xml:space="preserve">To “strengthen” means to </w:t>
      </w:r>
      <w:r>
        <w:rPr>
          <w:u w:val="single"/>
        </w:rPr>
        <w:t>make stronger</w:t>
      </w:r>
      <w:r>
        <w:t xml:space="preserve"> that which </w:t>
      </w:r>
      <w:r>
        <w:rPr>
          <w:u w:val="single"/>
        </w:rPr>
        <w:t>already</w:t>
      </w:r>
      <w:r>
        <w:t xml:space="preserve"> exists.</w:t>
      </w:r>
    </w:p>
    <w:p w14:paraId="52277810" w14:textId="77777777" w:rsidR="0089168F" w:rsidRPr="001B18EB" w:rsidRDefault="0089168F" w:rsidP="0089168F">
      <w:r w:rsidRPr="001B18EB">
        <w:rPr>
          <w:rStyle w:val="Style13ptBold"/>
        </w:rPr>
        <w:t>Hou 19</w:t>
      </w:r>
      <w:r>
        <w:t xml:space="preserve"> – Policy Analyst, Gov. of Canada. M.A., International Affairs, Graduate Institute of International and Development Studies in Geneva.</w:t>
      </w:r>
    </w:p>
    <w:p w14:paraId="4F35E643" w14:textId="77777777" w:rsidR="0089168F" w:rsidRPr="001B18EB" w:rsidRDefault="0089168F" w:rsidP="0089168F">
      <w:r w:rsidRPr="001B18EB">
        <w:t>Angela Min Yi Hou, Julia Tops, Cindy Xinying Ou, “2018 Charlevoix G7 Final Compliance Report,” University of</w:t>
      </w:r>
      <w:r>
        <w:t xml:space="preserve"> Toronto Munk School of Global Affairs and Public Policy, 08-23-2019, </w:t>
      </w:r>
      <w:r w:rsidRPr="001B18EB">
        <w:t>https://g7.utoronto.ca/evaluations/2018compliance-final/17-2018-G7-final-compliance-energysec.pdf</w:t>
      </w:r>
    </w:p>
    <w:p w14:paraId="61CF7A1F" w14:textId="77777777" w:rsidR="0089168F" w:rsidRDefault="0089168F" w:rsidP="0089168F">
      <w:pPr>
        <w:rPr>
          <w:sz w:val="16"/>
        </w:rPr>
      </w:pPr>
      <w:r w:rsidRPr="008C35E6">
        <w:rPr>
          <w:rStyle w:val="StyleUnderline"/>
          <w:highlight w:val="green"/>
        </w:rPr>
        <w:t>The</w:t>
      </w:r>
      <w:r w:rsidRPr="00070268">
        <w:rPr>
          <w:sz w:val="16"/>
        </w:rPr>
        <w:t xml:space="preserve"> first part of the </w:t>
      </w:r>
      <w:r w:rsidRPr="008C35E6">
        <w:rPr>
          <w:rStyle w:val="StyleUnderline"/>
          <w:highlight w:val="green"/>
        </w:rPr>
        <w:t xml:space="preserve">commitment </w:t>
      </w:r>
      <w:r w:rsidRPr="008C35E6">
        <w:rPr>
          <w:rStyle w:val="Emphasis"/>
          <w:highlight w:val="green"/>
        </w:rPr>
        <w:t>specifies</w:t>
      </w:r>
      <w:r w:rsidRPr="00070268">
        <w:rPr>
          <w:rStyle w:val="StyleUnderline"/>
        </w:rPr>
        <w:t xml:space="preserve"> that energy </w:t>
      </w:r>
      <w:r w:rsidRPr="008C35E6">
        <w:rPr>
          <w:rStyle w:val="StyleUnderline"/>
          <w:highlight w:val="green"/>
        </w:rPr>
        <w:t xml:space="preserve">security must be </w:t>
      </w:r>
      <w:r w:rsidRPr="008C35E6">
        <w:rPr>
          <w:rStyle w:val="Emphasis"/>
          <w:highlight w:val="green"/>
        </w:rPr>
        <w:t>strengthened</w:t>
      </w:r>
      <w:r w:rsidRPr="00070268">
        <w:rPr>
          <w:rStyle w:val="StyleUnderline"/>
        </w:rPr>
        <w:t xml:space="preserve"> collectively through ongoing action. </w:t>
      </w:r>
      <w:r w:rsidRPr="008C35E6">
        <w:rPr>
          <w:rStyle w:val="Emphasis"/>
          <w:highlight w:val="green"/>
        </w:rPr>
        <w:t>“</w:t>
      </w:r>
      <w:r w:rsidRPr="008C35E6">
        <w:rPr>
          <w:rStyle w:val="Emphasis"/>
          <w:sz w:val="26"/>
          <w:szCs w:val="26"/>
          <w:highlight w:val="green"/>
        </w:rPr>
        <w:t>Strengthen”</w:t>
      </w:r>
      <w:r w:rsidRPr="008C35E6">
        <w:rPr>
          <w:rStyle w:val="StyleUnderline"/>
          <w:sz w:val="26"/>
          <w:szCs w:val="26"/>
          <w:highlight w:val="green"/>
        </w:rPr>
        <w:t xml:space="preserve"> is </w:t>
      </w:r>
      <w:r w:rsidRPr="008C35E6">
        <w:rPr>
          <w:rStyle w:val="Emphasis"/>
          <w:sz w:val="26"/>
          <w:szCs w:val="26"/>
          <w:highlight w:val="green"/>
        </w:rPr>
        <w:t>defined</w:t>
      </w:r>
      <w:r w:rsidRPr="008C35E6">
        <w:rPr>
          <w:rStyle w:val="StyleUnderline"/>
          <w:highlight w:val="green"/>
        </w:rPr>
        <w:t xml:space="preserve"> as “to </w:t>
      </w:r>
      <w:r w:rsidRPr="008C35E6">
        <w:rPr>
          <w:rStyle w:val="Emphasis"/>
          <w:highlight w:val="green"/>
        </w:rPr>
        <w:t>make</w:t>
      </w:r>
      <w:r w:rsidRPr="00070268">
        <w:rPr>
          <w:sz w:val="16"/>
        </w:rPr>
        <w:t xml:space="preserve"> or become </w:t>
      </w:r>
      <w:r w:rsidRPr="008C35E6">
        <w:rPr>
          <w:rStyle w:val="Emphasis"/>
          <w:highlight w:val="green"/>
        </w:rPr>
        <w:t>stronger</w:t>
      </w:r>
      <w:r w:rsidRPr="008C35E6">
        <w:rPr>
          <w:rStyle w:val="StyleUnderline"/>
          <w:highlight w:val="green"/>
        </w:rPr>
        <w:t xml:space="preserve">,” </w:t>
      </w:r>
      <w:r w:rsidRPr="008C35E6">
        <w:rPr>
          <w:rStyle w:val="Emphasis"/>
          <w:sz w:val="26"/>
          <w:szCs w:val="26"/>
          <w:highlight w:val="green"/>
        </w:rPr>
        <w:t>which indicates</w:t>
      </w:r>
      <w:r w:rsidRPr="00070268">
        <w:rPr>
          <w:rStyle w:val="StyleUnderline"/>
        </w:rPr>
        <w:t xml:space="preserve"> that </w:t>
      </w:r>
      <w:r w:rsidRPr="008C35E6">
        <w:rPr>
          <w:rStyle w:val="StyleUnderline"/>
          <w:highlight w:val="green"/>
        </w:rPr>
        <w:t>the G7</w:t>
      </w:r>
      <w:r w:rsidRPr="00070268">
        <w:rPr>
          <w:sz w:val="16"/>
        </w:rPr>
        <w:t xml:space="preserve"> members </w:t>
      </w:r>
      <w:r w:rsidRPr="008C35E6">
        <w:rPr>
          <w:rStyle w:val="StyleUnderline"/>
          <w:highlight w:val="green"/>
        </w:rPr>
        <w:t>must</w:t>
      </w:r>
      <w:r w:rsidRPr="00070268">
        <w:rPr>
          <w:rStyle w:val="StyleUnderline"/>
        </w:rPr>
        <w:t xml:space="preserve"> act to </w:t>
      </w:r>
      <w:r w:rsidRPr="008C35E6">
        <w:rPr>
          <w:rStyle w:val="Emphasis"/>
          <w:highlight w:val="green"/>
        </w:rPr>
        <w:t>reinforce</w:t>
      </w:r>
      <w:r w:rsidRPr="00070268">
        <w:rPr>
          <w:rStyle w:val="Emphasis"/>
        </w:rPr>
        <w:t xml:space="preserve"> and enhance</w:t>
      </w:r>
      <w:r w:rsidRPr="00070268">
        <w:rPr>
          <w:rStyle w:val="StyleUnderline"/>
        </w:rPr>
        <w:t xml:space="preserve"> </w:t>
      </w:r>
      <w:r w:rsidRPr="008C35E6">
        <w:rPr>
          <w:rStyle w:val="Emphasis"/>
          <w:sz w:val="26"/>
          <w:szCs w:val="26"/>
          <w:highlight w:val="green"/>
        </w:rPr>
        <w:t>existing</w:t>
      </w:r>
      <w:r w:rsidRPr="00070268">
        <w:rPr>
          <w:rStyle w:val="StyleUnderline"/>
        </w:rPr>
        <w:t xml:space="preserve"> energy security-related </w:t>
      </w:r>
      <w:r w:rsidRPr="008C35E6">
        <w:rPr>
          <w:rStyle w:val="StyleUnderline"/>
          <w:highlight w:val="green"/>
        </w:rPr>
        <w:t>measures</w:t>
      </w:r>
      <w:r w:rsidRPr="00070268">
        <w:rPr>
          <w:rStyle w:val="StyleUnderline"/>
        </w:rPr>
        <w:t>.</w:t>
      </w:r>
      <w:r w:rsidRPr="00070268">
        <w:rPr>
          <w:sz w:val="16"/>
        </w:rPr>
        <w:t xml:space="preserve"> “Collective” reflects that this commitment binds G7 members to strengthen collective energy security through collaboration with other G7 members or international organizations. Examples of actions that count towards compliance for the first portion of the commitment include contributing to improving the global energy security framework, bilateral or multilateral energy security treaties; addressing energy security issues in the Global South; and increasing international energy transparency. Actions taken domestically or independently of other countries or international organizations do not count towards compliance. Moreover, the word “ongoing” reflects that the G7 member must act in a way that demonstrates consistent, continuous action or long-term consideration.</w:t>
      </w:r>
    </w:p>
    <w:p w14:paraId="20E2D5D0" w14:textId="77777777" w:rsidR="0089168F" w:rsidRPr="00DC429B" w:rsidRDefault="0089168F" w:rsidP="0089168F">
      <w:pPr>
        <w:pStyle w:val="Heading4"/>
      </w:pPr>
      <w:r>
        <w:t xml:space="preserve">Affs can </w:t>
      </w:r>
      <w:r>
        <w:rPr>
          <w:u w:val="single"/>
        </w:rPr>
        <w:t>strengthen</w:t>
      </w:r>
      <w:r>
        <w:t xml:space="preserve"> CBR by changing the </w:t>
      </w:r>
      <w:r>
        <w:rPr>
          <w:u w:val="single"/>
        </w:rPr>
        <w:t>level</w:t>
      </w:r>
      <w:r>
        <w:t xml:space="preserve">, </w:t>
      </w:r>
      <w:r>
        <w:rPr>
          <w:u w:val="single"/>
        </w:rPr>
        <w:t>flexibility</w:t>
      </w:r>
      <w:r>
        <w:t xml:space="preserve">, </w:t>
      </w:r>
      <w:r>
        <w:rPr>
          <w:u w:val="single"/>
        </w:rPr>
        <w:t>coordination</w:t>
      </w:r>
      <w:r>
        <w:t xml:space="preserve">, or </w:t>
      </w:r>
      <w:r>
        <w:rPr>
          <w:u w:val="single"/>
        </w:rPr>
        <w:t>enforcement</w:t>
      </w:r>
      <w:r>
        <w:t xml:space="preserve">. </w:t>
      </w:r>
    </w:p>
    <w:p w14:paraId="39313EFD" w14:textId="77777777" w:rsidR="0089168F" w:rsidRPr="003F6276" w:rsidRDefault="0089168F" w:rsidP="0089168F">
      <w:proofErr w:type="spellStart"/>
      <w:r w:rsidRPr="003F6276">
        <w:rPr>
          <w:rStyle w:val="Style13ptBold"/>
        </w:rPr>
        <w:t>Domash</w:t>
      </w:r>
      <w:proofErr w:type="spellEnd"/>
      <w:r w:rsidRPr="003F6276">
        <w:rPr>
          <w:rStyle w:val="Style13ptBold"/>
        </w:rPr>
        <w:t xml:space="preserve"> 21</w:t>
      </w:r>
      <w:r>
        <w:t xml:space="preserve"> – Economic researcher. </w:t>
      </w:r>
    </w:p>
    <w:p w14:paraId="314A531E" w14:textId="77777777" w:rsidR="0089168F" w:rsidRDefault="0089168F" w:rsidP="0089168F">
      <w:r>
        <w:t xml:space="preserve">Alex Domash, “Returning Power </w:t>
      </w:r>
      <w:proofErr w:type="gramStart"/>
      <w:r>
        <w:t>To</w:t>
      </w:r>
      <w:proofErr w:type="gramEnd"/>
      <w:r>
        <w:t xml:space="preserve"> American Workers </w:t>
      </w:r>
      <w:proofErr w:type="gramStart"/>
      <w:r>
        <w:t>And</w:t>
      </w:r>
      <w:proofErr w:type="gramEnd"/>
      <w:r>
        <w:t xml:space="preserve"> Raising Wages,” Harvard Kennedy School, Written in fulfillment of the requirements for the degree of </w:t>
      </w:r>
      <w:proofErr w:type="gramStart"/>
      <w:r>
        <w:t>Master in Public Administration</w:t>
      </w:r>
      <w:proofErr w:type="gramEnd"/>
      <w:r>
        <w:t xml:space="preserve"> in International Development, John F. Kennedy School of Government, Harvard University, March 2021, https://www.hks.harvard.edu/sites/default/files/centers/cid/files/publications/CID_Wiener_Inequality%20Award%20Research/Policy%20Report_Alex%20Domash%20(1-A).pdf</w:t>
      </w:r>
    </w:p>
    <w:p w14:paraId="0B636C42" w14:textId="77777777" w:rsidR="0089168F" w:rsidRPr="00C567B8" w:rsidRDefault="0089168F" w:rsidP="0089168F">
      <w:pPr>
        <w:rPr>
          <w:sz w:val="16"/>
        </w:rPr>
      </w:pPr>
      <w:r w:rsidRPr="00C567B8">
        <w:rPr>
          <w:sz w:val="16"/>
        </w:rPr>
        <w:t>Features of collective bargaining systems</w:t>
      </w:r>
    </w:p>
    <w:p w14:paraId="003CE8F6" w14:textId="77777777" w:rsidR="0089168F" w:rsidRPr="00C567B8" w:rsidRDefault="0089168F" w:rsidP="0089168F">
      <w:pPr>
        <w:rPr>
          <w:sz w:val="16"/>
        </w:rPr>
      </w:pPr>
      <w:r w:rsidRPr="008C35E6">
        <w:rPr>
          <w:rStyle w:val="StyleUnderline"/>
          <w:highlight w:val="green"/>
        </w:rPr>
        <w:t>Collective bargaining systems</w:t>
      </w:r>
      <w:r w:rsidRPr="00C567B8">
        <w:rPr>
          <w:sz w:val="16"/>
        </w:rPr>
        <w:t xml:space="preserve"> across OECD countries </w:t>
      </w:r>
      <w:r w:rsidRPr="008C35E6">
        <w:rPr>
          <w:rStyle w:val="StyleUnderline"/>
          <w:highlight w:val="green"/>
        </w:rPr>
        <w:t>have four</w:t>
      </w:r>
      <w:r w:rsidRPr="00C567B8">
        <w:rPr>
          <w:rStyle w:val="StyleUnderline"/>
        </w:rPr>
        <w:t xml:space="preserve"> </w:t>
      </w:r>
      <w:proofErr w:type="gramStart"/>
      <w:r w:rsidRPr="00DC429B">
        <w:rPr>
          <w:rStyle w:val="StyleUnderline"/>
        </w:rPr>
        <w:t>principle</w:t>
      </w:r>
      <w:proofErr w:type="gramEnd"/>
      <w:r w:rsidRPr="00C567B8">
        <w:rPr>
          <w:rStyle w:val="StyleUnderline"/>
        </w:rPr>
        <w:t xml:space="preserve"> </w:t>
      </w:r>
      <w:r w:rsidRPr="008C35E6">
        <w:rPr>
          <w:rStyle w:val="StyleUnderline"/>
          <w:highlight w:val="green"/>
        </w:rPr>
        <w:t>components</w:t>
      </w:r>
      <w:r w:rsidRPr="00C567B8">
        <w:rPr>
          <w:sz w:val="16"/>
        </w:rPr>
        <w:t>, summarized in the box below (modified from OECD (2019): “Negotiating our way up”):</w:t>
      </w:r>
    </w:p>
    <w:p w14:paraId="3BC1D5B2" w14:textId="77777777" w:rsidR="0089168F" w:rsidRPr="00C567B8" w:rsidRDefault="0089168F" w:rsidP="0089168F">
      <w:pPr>
        <w:rPr>
          <w:sz w:val="16"/>
        </w:rPr>
      </w:pPr>
      <w:r w:rsidRPr="00C567B8">
        <w:rPr>
          <w:sz w:val="16"/>
        </w:rPr>
        <w:t>Four main features of collective bargaining systems</w:t>
      </w:r>
    </w:p>
    <w:p w14:paraId="162FED94" w14:textId="77777777" w:rsidR="0089168F" w:rsidRPr="00C567B8" w:rsidRDefault="0089168F" w:rsidP="0089168F">
      <w:pPr>
        <w:rPr>
          <w:sz w:val="16"/>
        </w:rPr>
      </w:pPr>
      <w:r w:rsidRPr="00C567B8">
        <w:rPr>
          <w:rStyle w:val="StyleUnderline"/>
        </w:rPr>
        <w:t xml:space="preserve">1. </w:t>
      </w:r>
      <w:r w:rsidRPr="008C35E6">
        <w:rPr>
          <w:rStyle w:val="Emphasis"/>
          <w:highlight w:val="green"/>
        </w:rPr>
        <w:t>Level</w:t>
      </w:r>
      <w:r w:rsidRPr="00C567B8">
        <w:rPr>
          <w:rStyle w:val="StyleUnderline"/>
        </w:rPr>
        <w:t xml:space="preserve"> of bargaining</w:t>
      </w:r>
      <w:r w:rsidRPr="00C567B8">
        <w:rPr>
          <w:sz w:val="16"/>
        </w:rPr>
        <w:t xml:space="preserve"> – </w:t>
      </w:r>
      <w:r w:rsidRPr="00C567B8">
        <w:rPr>
          <w:rStyle w:val="StyleUnderline"/>
        </w:rPr>
        <w:t xml:space="preserve">does collective bargaining take place at the </w:t>
      </w:r>
      <w:r w:rsidRPr="008C35E6">
        <w:rPr>
          <w:rStyle w:val="Emphasis"/>
          <w:highlight w:val="green"/>
        </w:rPr>
        <w:t>firm</w:t>
      </w:r>
      <w:r w:rsidRPr="00C567B8">
        <w:rPr>
          <w:sz w:val="16"/>
        </w:rPr>
        <w:t xml:space="preserve">, </w:t>
      </w:r>
      <w:r w:rsidRPr="008C35E6">
        <w:rPr>
          <w:rStyle w:val="Emphasis"/>
          <w:highlight w:val="green"/>
        </w:rPr>
        <w:t>sectoral</w:t>
      </w:r>
      <w:r w:rsidRPr="00C567B8">
        <w:rPr>
          <w:sz w:val="16"/>
        </w:rPr>
        <w:t xml:space="preserve">, </w:t>
      </w:r>
      <w:r w:rsidRPr="008C35E6">
        <w:rPr>
          <w:rStyle w:val="StyleUnderline"/>
          <w:highlight w:val="green"/>
        </w:rPr>
        <w:t xml:space="preserve">or </w:t>
      </w:r>
      <w:r w:rsidRPr="008C35E6">
        <w:rPr>
          <w:rStyle w:val="Emphasis"/>
          <w:highlight w:val="green"/>
        </w:rPr>
        <w:t>national</w:t>
      </w:r>
      <w:r w:rsidRPr="00C567B8">
        <w:rPr>
          <w:rStyle w:val="StyleUnderline"/>
        </w:rPr>
        <w:t xml:space="preserve"> level?</w:t>
      </w:r>
    </w:p>
    <w:p w14:paraId="47B9F572" w14:textId="77777777" w:rsidR="0089168F" w:rsidRPr="00C567B8" w:rsidRDefault="0089168F" w:rsidP="0089168F">
      <w:pPr>
        <w:rPr>
          <w:sz w:val="16"/>
        </w:rPr>
      </w:pPr>
      <w:r w:rsidRPr="00C567B8">
        <w:rPr>
          <w:rStyle w:val="StyleUnderline"/>
        </w:rPr>
        <w:t xml:space="preserve">2. Amount of </w:t>
      </w:r>
      <w:r w:rsidRPr="008C35E6">
        <w:rPr>
          <w:rStyle w:val="Emphasis"/>
          <w:highlight w:val="green"/>
        </w:rPr>
        <w:t>flexibility</w:t>
      </w:r>
      <w:r w:rsidRPr="00C567B8">
        <w:rPr>
          <w:sz w:val="16"/>
        </w:rPr>
        <w:t xml:space="preserve"> – </w:t>
      </w:r>
      <w:r w:rsidRPr="008C35E6">
        <w:rPr>
          <w:rStyle w:val="StyleUnderline"/>
          <w:highlight w:val="green"/>
        </w:rPr>
        <w:t>how much room</w:t>
      </w:r>
      <w:r w:rsidRPr="00C567B8">
        <w:rPr>
          <w:rStyle w:val="StyleUnderline"/>
        </w:rPr>
        <w:t xml:space="preserve"> is there </w:t>
      </w:r>
      <w:r w:rsidRPr="00CA6BAB">
        <w:rPr>
          <w:rStyle w:val="StyleUnderline"/>
          <w:highlight w:val="green"/>
        </w:rPr>
        <w:t xml:space="preserve">for firms to </w:t>
      </w:r>
      <w:r w:rsidRPr="008C35E6">
        <w:rPr>
          <w:rStyle w:val="Emphasis"/>
          <w:highlight w:val="green"/>
        </w:rPr>
        <w:t>derogate</w:t>
      </w:r>
      <w:r w:rsidRPr="00C567B8">
        <w:rPr>
          <w:rStyle w:val="StyleUnderline"/>
        </w:rPr>
        <w:t xml:space="preserve"> from higher-level agreements </w:t>
      </w:r>
      <w:r w:rsidRPr="008C35E6">
        <w:rPr>
          <w:rStyle w:val="StyleUnderline"/>
          <w:highlight w:val="green"/>
        </w:rPr>
        <w:t xml:space="preserve">or </w:t>
      </w:r>
      <w:r w:rsidRPr="008C35E6">
        <w:rPr>
          <w:rStyle w:val="Emphasis"/>
          <w:highlight w:val="green"/>
        </w:rPr>
        <w:t>opt-out</w:t>
      </w:r>
      <w:r w:rsidRPr="00C567B8">
        <w:rPr>
          <w:rStyle w:val="StyleUnderline"/>
        </w:rPr>
        <w:t xml:space="preserve"> of bargaining agreements </w:t>
      </w:r>
      <w:r w:rsidRPr="00CA6BAB">
        <w:rPr>
          <w:rStyle w:val="StyleUnderline"/>
          <w:highlight w:val="green"/>
        </w:rPr>
        <w:t>in case of</w:t>
      </w:r>
      <w:r w:rsidRPr="00C567B8">
        <w:rPr>
          <w:rStyle w:val="StyleUnderline"/>
        </w:rPr>
        <w:t xml:space="preserve"> economic </w:t>
      </w:r>
      <w:r w:rsidRPr="00CA6BAB">
        <w:rPr>
          <w:rStyle w:val="StyleUnderline"/>
          <w:highlight w:val="green"/>
        </w:rPr>
        <w:t>hardship?</w:t>
      </w:r>
    </w:p>
    <w:p w14:paraId="4409F679" w14:textId="77777777" w:rsidR="0089168F" w:rsidRPr="00C567B8" w:rsidRDefault="0089168F" w:rsidP="0089168F">
      <w:pPr>
        <w:rPr>
          <w:sz w:val="16"/>
        </w:rPr>
      </w:pPr>
      <w:r w:rsidRPr="00C567B8">
        <w:rPr>
          <w:rStyle w:val="StyleUnderline"/>
        </w:rPr>
        <w:t xml:space="preserve">3. </w:t>
      </w:r>
      <w:r w:rsidRPr="008C35E6">
        <w:rPr>
          <w:rStyle w:val="StyleUnderline"/>
          <w:highlight w:val="green"/>
        </w:rPr>
        <w:t>Extent of coordination</w:t>
      </w:r>
      <w:r w:rsidRPr="00C567B8">
        <w:rPr>
          <w:sz w:val="16"/>
        </w:rPr>
        <w:t xml:space="preserve"> – </w:t>
      </w:r>
      <w:r w:rsidRPr="008C35E6">
        <w:rPr>
          <w:rStyle w:val="StyleUnderline"/>
          <w:highlight w:val="green"/>
        </w:rPr>
        <w:t xml:space="preserve">is there </w:t>
      </w:r>
      <w:r w:rsidRPr="00CA6BAB">
        <w:rPr>
          <w:rStyle w:val="Emphasis"/>
          <w:highlight w:val="green"/>
        </w:rPr>
        <w:t>synchronization</w:t>
      </w:r>
      <w:r w:rsidRPr="00CA6BAB">
        <w:rPr>
          <w:rStyle w:val="StyleUnderline"/>
          <w:highlight w:val="green"/>
        </w:rPr>
        <w:t xml:space="preserve"> between</w:t>
      </w:r>
      <w:r w:rsidRPr="00C567B8">
        <w:rPr>
          <w:rStyle w:val="StyleUnderline"/>
        </w:rPr>
        <w:t xml:space="preserve"> different </w:t>
      </w:r>
      <w:r w:rsidRPr="00CA6BAB">
        <w:rPr>
          <w:rStyle w:val="StyleUnderline"/>
          <w:highlight w:val="green"/>
        </w:rPr>
        <w:t>bargaining units (e.g.</w:t>
      </w:r>
      <w:r w:rsidRPr="00C567B8">
        <w:rPr>
          <w:rStyle w:val="StyleUnderline"/>
        </w:rPr>
        <w:t xml:space="preserve"> do </w:t>
      </w:r>
      <w:r w:rsidRPr="00C567B8">
        <w:rPr>
          <w:rStyle w:val="Emphasis"/>
        </w:rPr>
        <w:t>sectors</w:t>
      </w:r>
      <w:r w:rsidRPr="00C567B8">
        <w:rPr>
          <w:rStyle w:val="StyleUnderline"/>
        </w:rPr>
        <w:t xml:space="preserve"> </w:t>
      </w:r>
      <w:r w:rsidRPr="00C567B8">
        <w:rPr>
          <w:rStyle w:val="Emphasis"/>
        </w:rPr>
        <w:t>coordinate</w:t>
      </w:r>
      <w:r w:rsidRPr="00C567B8">
        <w:rPr>
          <w:rStyle w:val="StyleUnderline"/>
        </w:rPr>
        <w:t xml:space="preserve"> with each other </w:t>
      </w:r>
      <w:r w:rsidRPr="00CA6BAB">
        <w:rPr>
          <w:rStyle w:val="StyleUnderline"/>
          <w:highlight w:val="green"/>
        </w:rPr>
        <w:t>on wage targets</w:t>
      </w:r>
      <w:r w:rsidRPr="00C567B8">
        <w:rPr>
          <w:rStyle w:val="StyleUnderline"/>
        </w:rPr>
        <w:t xml:space="preserve"> in sectoral systems)?</w:t>
      </w:r>
    </w:p>
    <w:p w14:paraId="4D41548D" w14:textId="77777777" w:rsidR="0089168F" w:rsidRPr="00C567B8" w:rsidRDefault="0089168F" w:rsidP="0089168F">
      <w:pPr>
        <w:rPr>
          <w:rStyle w:val="StyleUnderline"/>
        </w:rPr>
      </w:pPr>
      <w:r w:rsidRPr="00C567B8">
        <w:rPr>
          <w:rStyle w:val="StyleUnderline"/>
        </w:rPr>
        <w:t xml:space="preserve">4. </w:t>
      </w:r>
      <w:r w:rsidRPr="008C35E6">
        <w:rPr>
          <w:rStyle w:val="StyleUnderline"/>
          <w:highlight w:val="green"/>
        </w:rPr>
        <w:t>Enforcement</w:t>
      </w:r>
      <w:r w:rsidRPr="00C567B8">
        <w:rPr>
          <w:rStyle w:val="StyleUnderline"/>
        </w:rPr>
        <w:t xml:space="preserve"> capacity</w:t>
      </w:r>
      <w:r w:rsidRPr="00C567B8">
        <w:rPr>
          <w:sz w:val="16"/>
        </w:rPr>
        <w:t xml:space="preserve"> – </w:t>
      </w:r>
      <w:r w:rsidRPr="008C35E6">
        <w:rPr>
          <w:rStyle w:val="StyleUnderline"/>
          <w:highlight w:val="green"/>
        </w:rPr>
        <w:t xml:space="preserve">how </w:t>
      </w:r>
      <w:r w:rsidRPr="008C35E6">
        <w:rPr>
          <w:rStyle w:val="Emphasis"/>
          <w:highlight w:val="green"/>
        </w:rPr>
        <w:t>likely</w:t>
      </w:r>
      <w:r w:rsidRPr="008C35E6">
        <w:rPr>
          <w:rStyle w:val="StyleUnderline"/>
          <w:highlight w:val="green"/>
        </w:rPr>
        <w:t xml:space="preserve"> is </w:t>
      </w:r>
      <w:r w:rsidRPr="00CA6BAB">
        <w:rPr>
          <w:rStyle w:val="Emphasis"/>
          <w:highlight w:val="green"/>
        </w:rPr>
        <w:t>punishment</w:t>
      </w:r>
      <w:r w:rsidRPr="00CA6BAB">
        <w:rPr>
          <w:rStyle w:val="StyleUnderline"/>
          <w:highlight w:val="green"/>
        </w:rPr>
        <w:t xml:space="preserve"> if a party deviates</w:t>
      </w:r>
      <w:r w:rsidRPr="00CA6BAB">
        <w:rPr>
          <w:rStyle w:val="StyleUnderline"/>
        </w:rPr>
        <w:t xml:space="preserve"> from</w:t>
      </w:r>
      <w:r w:rsidRPr="00C567B8">
        <w:rPr>
          <w:rStyle w:val="StyleUnderline"/>
        </w:rPr>
        <w:t xml:space="preserve"> the terms set in collective agreements?</w:t>
      </w:r>
    </w:p>
    <w:p w14:paraId="5E5581D5" w14:textId="77777777" w:rsidR="0089168F" w:rsidRPr="00C567B8" w:rsidRDefault="0089168F" w:rsidP="0089168F">
      <w:pPr>
        <w:rPr>
          <w:sz w:val="16"/>
        </w:rPr>
      </w:pPr>
      <w:r w:rsidRPr="00C567B8">
        <w:rPr>
          <w:sz w:val="16"/>
        </w:rPr>
        <w:t xml:space="preserve">While broad-based bargaining agreements are common in nearly all continental European countries, there is significant variation in how, and to what extent, firm-level agreements supplement higher-level agreements. In some countries, such as the Scandinavian countries, sectoral agreements only define broad </w:t>
      </w:r>
      <w:proofErr w:type="gramStart"/>
      <w:r w:rsidRPr="00C567B8">
        <w:rPr>
          <w:sz w:val="16"/>
        </w:rPr>
        <w:t>frameworks, but</w:t>
      </w:r>
      <w:proofErr w:type="gramEnd"/>
      <w:r w:rsidRPr="00C567B8">
        <w:rPr>
          <w:sz w:val="16"/>
        </w:rPr>
        <w:t xml:space="preserve"> leave significant scope for bargaining at the firm level. In other countries, such as Germany and Austria, sectoral agreements play an important </w:t>
      </w:r>
      <w:proofErr w:type="gramStart"/>
      <w:r w:rsidRPr="00C567B8">
        <w:rPr>
          <w:sz w:val="16"/>
        </w:rPr>
        <w:t>role, but</w:t>
      </w:r>
      <w:proofErr w:type="gramEnd"/>
      <w:r w:rsidRPr="00C567B8">
        <w:rPr>
          <w:sz w:val="16"/>
        </w:rPr>
        <w:t xml:space="preserve"> still allow firms to opt-out of certain agreements and renegotiate at the </w:t>
      </w:r>
      <w:proofErr w:type="spellStart"/>
      <w:r w:rsidRPr="00C567B8">
        <w:rPr>
          <w:sz w:val="16"/>
        </w:rPr>
        <w:t>firmlevel</w:t>
      </w:r>
      <w:proofErr w:type="spellEnd"/>
      <w:r w:rsidRPr="00C567B8">
        <w:rPr>
          <w:sz w:val="16"/>
        </w:rPr>
        <w:t>. In a third set of countries, such as Italy and Slovenia, sectoral agreements largely set the rules, and don’t allow firms much flexibility (OECD, 2019).</w:t>
      </w:r>
    </w:p>
    <w:p w14:paraId="1162B5B4" w14:textId="77777777" w:rsidR="0089168F" w:rsidRPr="00C567B8" w:rsidRDefault="0089168F" w:rsidP="0089168F">
      <w:pPr>
        <w:rPr>
          <w:sz w:val="16"/>
        </w:rPr>
      </w:pPr>
      <w:proofErr w:type="gramStart"/>
      <w:r w:rsidRPr="00C567B8">
        <w:rPr>
          <w:sz w:val="16"/>
        </w:rPr>
        <w:t>The majority of</w:t>
      </w:r>
      <w:proofErr w:type="gramEnd"/>
      <w:r w:rsidRPr="00C567B8">
        <w:rPr>
          <w:sz w:val="16"/>
        </w:rPr>
        <w:t xml:space="preserve"> OECD countries (not including the United States) use some combination of firm-level and higher-level agreements to extend collective bargaining coverage to workers (Figure 10). </w:t>
      </w:r>
      <w:r w:rsidRPr="00C567B8">
        <w:rPr>
          <w:rStyle w:val="StyleUnderline"/>
        </w:rPr>
        <w:t>Two key components that influence how sectoral and firm-level agreements interact are:</w:t>
      </w:r>
      <w:r w:rsidRPr="00C567B8">
        <w:rPr>
          <w:sz w:val="16"/>
        </w:rPr>
        <w:t xml:space="preserve"> </w:t>
      </w:r>
      <w:r w:rsidRPr="00C567B8">
        <w:rPr>
          <w:rStyle w:val="StyleUnderline"/>
        </w:rPr>
        <w:t>1) the favorability principle</w:t>
      </w:r>
      <w:r w:rsidRPr="00C567B8">
        <w:rPr>
          <w:sz w:val="16"/>
        </w:rPr>
        <w:t xml:space="preserve">, </w:t>
      </w:r>
      <w:r w:rsidRPr="00C567B8">
        <w:rPr>
          <w:rStyle w:val="StyleUnderline"/>
        </w:rPr>
        <w:t>and 2) derogations</w:t>
      </w:r>
      <w:r w:rsidRPr="00C567B8">
        <w:rPr>
          <w:sz w:val="16"/>
        </w:rPr>
        <w:t xml:space="preserve">. </w:t>
      </w:r>
      <w:r w:rsidRPr="00C567B8">
        <w:rPr>
          <w:rStyle w:val="StyleUnderline"/>
        </w:rPr>
        <w:t>The favorability principle</w:t>
      </w:r>
      <w:r w:rsidRPr="00C567B8">
        <w:rPr>
          <w:sz w:val="16"/>
        </w:rPr>
        <w:t xml:space="preserve">, which is common in most continental European countries, </w:t>
      </w:r>
      <w:r w:rsidRPr="00C567B8">
        <w:rPr>
          <w:rStyle w:val="StyleUnderline"/>
        </w:rPr>
        <w:t>states that lower-level agreements can only improve higher-level agreements</w:t>
      </w:r>
      <w:r w:rsidRPr="00C567B8">
        <w:rPr>
          <w:sz w:val="16"/>
        </w:rPr>
        <w:t xml:space="preserve">. </w:t>
      </w:r>
      <w:r w:rsidRPr="00C567B8">
        <w:rPr>
          <w:rStyle w:val="StyleUnderline"/>
        </w:rPr>
        <w:t>The second key component, derogations</w:t>
      </w:r>
      <w:r w:rsidRPr="00C567B8">
        <w:rPr>
          <w:sz w:val="16"/>
        </w:rPr>
        <w:t xml:space="preserve">, </w:t>
      </w:r>
      <w:r w:rsidRPr="00C567B8">
        <w:rPr>
          <w:rStyle w:val="StyleUnderline"/>
        </w:rPr>
        <w:t xml:space="preserve">allow firms to </w:t>
      </w:r>
      <w:proofErr w:type="gramStart"/>
      <w:r w:rsidRPr="00C567B8">
        <w:rPr>
          <w:rStyle w:val="Emphasis"/>
        </w:rPr>
        <w:t>opt-out</w:t>
      </w:r>
      <w:proofErr w:type="gramEnd"/>
      <w:r w:rsidRPr="00C567B8">
        <w:rPr>
          <w:rStyle w:val="StyleUnderline"/>
        </w:rPr>
        <w:t xml:space="preserve"> of </w:t>
      </w:r>
      <w:proofErr w:type="spellStart"/>
      <w:r w:rsidRPr="00C567B8">
        <w:rPr>
          <w:rStyle w:val="StyleUnderline"/>
        </w:rPr>
        <w:t>higherlevel</w:t>
      </w:r>
      <w:proofErr w:type="spellEnd"/>
      <w:r w:rsidRPr="00C567B8">
        <w:rPr>
          <w:rStyle w:val="StyleUnderline"/>
        </w:rPr>
        <w:t xml:space="preserve"> conditions</w:t>
      </w:r>
      <w:r w:rsidRPr="00C567B8">
        <w:rPr>
          <w:sz w:val="16"/>
        </w:rPr>
        <w:t xml:space="preserve">, </w:t>
      </w:r>
      <w:r w:rsidRPr="00C567B8">
        <w:rPr>
          <w:rStyle w:val="StyleUnderline"/>
        </w:rPr>
        <w:t>either through general opening clauses</w:t>
      </w:r>
      <w:r w:rsidRPr="00C567B8">
        <w:rPr>
          <w:sz w:val="16"/>
        </w:rPr>
        <w:t xml:space="preserve">, </w:t>
      </w:r>
      <w:r w:rsidRPr="00C567B8">
        <w:rPr>
          <w:rStyle w:val="StyleUnderline"/>
        </w:rPr>
        <w:t>or temporary opt-out clauses</w:t>
      </w:r>
      <w:r w:rsidRPr="00C567B8">
        <w:rPr>
          <w:sz w:val="16"/>
        </w:rPr>
        <w:t xml:space="preserve"> in the case of an economic hardship. Germany effectively used temporary opt-out clauses to support firms during the 2008-2009 financial crisis (</w:t>
      </w:r>
      <w:proofErr w:type="spellStart"/>
      <w:r w:rsidRPr="00C567B8">
        <w:rPr>
          <w:sz w:val="16"/>
        </w:rPr>
        <w:t>Dustmann</w:t>
      </w:r>
      <w:proofErr w:type="spellEnd"/>
      <w:r w:rsidRPr="00C567B8">
        <w:rPr>
          <w:sz w:val="16"/>
        </w:rPr>
        <w:t xml:space="preserve"> et al, 2014). </w:t>
      </w:r>
    </w:p>
    <w:p w14:paraId="12E16E65" w14:textId="77777777" w:rsidR="0089168F" w:rsidRPr="00C567B8" w:rsidRDefault="0089168F" w:rsidP="0089168F">
      <w:pPr>
        <w:rPr>
          <w:sz w:val="16"/>
        </w:rPr>
      </w:pPr>
      <w:r w:rsidRPr="00C567B8">
        <w:t>[Figure 10 Omitted]</w:t>
      </w:r>
      <w:r w:rsidRPr="00C567B8">
        <w:rPr>
          <w:sz w:val="16"/>
        </w:rPr>
        <w:t xml:space="preserve"> </w:t>
      </w:r>
    </w:p>
    <w:p w14:paraId="6D54CE6A" w14:textId="77777777" w:rsidR="0089168F" w:rsidRDefault="0089168F" w:rsidP="0089168F">
      <w:pPr>
        <w:rPr>
          <w:sz w:val="16"/>
        </w:rPr>
      </w:pPr>
      <w:r w:rsidRPr="00C567B8">
        <w:rPr>
          <w:sz w:val="16"/>
        </w:rPr>
        <w:t>Economic theory suggests that there is an important trade-off between flexibility and coordination among these different types of bargaining systems. In an enterprise bargaining system (e.g. the United States system), there is less wage rigidity at the firm-level, which gives firms more flexibility to respond to firm-specific economic shocks and more autonomy to link worker performance/productivity to wages. In a sectoral or centralized bargaining system, theory suggests that there is a weaker link between productivity and wages, but more macroeconomic resiliency, since wage-setters can recognize broader national interests, and entire sectors can have a coordinated response in the aftermath of an economic downturn.</w:t>
      </w:r>
    </w:p>
    <w:p w14:paraId="697F9B69" w14:textId="77777777" w:rsidR="0089168F" w:rsidRPr="003E5B7C" w:rsidRDefault="0089168F" w:rsidP="0089168F"/>
    <w:p w14:paraId="5F7A025B" w14:textId="77777777" w:rsidR="0089168F" w:rsidRDefault="0089168F" w:rsidP="0089168F">
      <w:r>
        <w:t xml:space="preserve"> </w:t>
      </w:r>
    </w:p>
    <w:p w14:paraId="66B93685" w14:textId="77777777" w:rsidR="0089168F" w:rsidRPr="0089168F" w:rsidRDefault="0089168F" w:rsidP="0089168F"/>
    <w:p w14:paraId="609C3AC9" w14:textId="77777777" w:rsidR="0089168F" w:rsidRDefault="0089168F" w:rsidP="0089168F">
      <w:pPr>
        <w:pStyle w:val="Heading3"/>
      </w:pPr>
      <w:r>
        <w:t>Interp/Predictability---2NC</w:t>
      </w:r>
    </w:p>
    <w:p w14:paraId="648808E9" w14:textId="77777777" w:rsidR="0089168F" w:rsidRPr="008B0304" w:rsidRDefault="0089168F" w:rsidP="0089168F">
      <w:pPr>
        <w:pStyle w:val="Heading4"/>
      </w:pPr>
      <w:r>
        <w:t xml:space="preserve">There’s a clear legal </w:t>
      </w:r>
      <w:r>
        <w:rPr>
          <w:u w:val="single"/>
        </w:rPr>
        <w:t>distinction</w:t>
      </w:r>
      <w:r>
        <w:t xml:space="preserve"> between the </w:t>
      </w:r>
      <w:r>
        <w:rPr>
          <w:u w:val="single"/>
        </w:rPr>
        <w:t>scope</w:t>
      </w:r>
      <w:r>
        <w:t xml:space="preserve"> and </w:t>
      </w:r>
      <w:r>
        <w:rPr>
          <w:u w:val="single"/>
        </w:rPr>
        <w:t>strength</w:t>
      </w:r>
      <w:r>
        <w:t xml:space="preserve"> of a right.</w:t>
      </w:r>
    </w:p>
    <w:p w14:paraId="51CAAEF5" w14:textId="77777777" w:rsidR="0089168F" w:rsidRPr="008B0304" w:rsidRDefault="0089168F" w:rsidP="0089168F">
      <w:r w:rsidRPr="008B0304">
        <w:rPr>
          <w:rStyle w:val="Style13ptBold"/>
        </w:rPr>
        <w:t>Schauer 82</w:t>
      </w:r>
      <w:r w:rsidRPr="008B0304">
        <w:t xml:space="preserve"> – Distinguished Professor of Law, UVA Law, and Stanton Professor of the First Amendment, Kennedy School of Govt. at Harvard</w:t>
      </w:r>
    </w:p>
    <w:p w14:paraId="67A6BE73" w14:textId="77777777" w:rsidR="0089168F" w:rsidRPr="008B0304" w:rsidRDefault="0089168F" w:rsidP="0089168F">
      <w:r w:rsidRPr="008B0304">
        <w:t xml:space="preserve">Frederick F. Schauer, David and Mary Harrison Distinguished Professor of Law at the University of Virginia School of Law and Frank Stanton Professor of the First Amendment at Harvard University's Kennedy School of Government, </w:t>
      </w:r>
      <w:r w:rsidRPr="008B0304">
        <w:rPr>
          <w:i/>
          <w:iCs/>
        </w:rPr>
        <w:t>Free Speech: A Philosophical Enquiry</w:t>
      </w:r>
      <w:r w:rsidRPr="008B0304">
        <w:t>,</w:t>
      </w:r>
      <w:r w:rsidRPr="008B0304">
        <w:rPr>
          <w:i/>
          <w:iCs/>
        </w:rPr>
        <w:t xml:space="preserve"> </w:t>
      </w:r>
      <w:r w:rsidRPr="008B0304">
        <w:t xml:space="preserve">(New York: Cambridge </w:t>
      </w:r>
      <w:proofErr w:type="spellStart"/>
      <w:r w:rsidRPr="008B0304">
        <w:t>UPress</w:t>
      </w:r>
      <w:proofErr w:type="spellEnd"/>
      <w:r w:rsidRPr="008B0304">
        <w:t>), 1982, at pp. 134-136</w:t>
      </w:r>
    </w:p>
    <w:p w14:paraId="02E52CA1" w14:textId="77777777" w:rsidR="0089168F" w:rsidRPr="008B0304" w:rsidRDefault="0089168F" w:rsidP="0089168F">
      <w:pPr>
        <w:rPr>
          <w:sz w:val="16"/>
        </w:rPr>
      </w:pPr>
      <w:r w:rsidRPr="008B0304">
        <w:rPr>
          <w:sz w:val="16"/>
        </w:rPr>
        <w:t xml:space="preserve">It would seem therefore relatively uncontroversial to assert that freedom of speech is not and cannot be an absolute right. This broad statement, however, must be tempered by two highly per- </w:t>
      </w:r>
      <w:proofErr w:type="spellStart"/>
      <w:r w:rsidRPr="008B0304">
        <w:rPr>
          <w:sz w:val="16"/>
        </w:rPr>
        <w:t>tinent</w:t>
      </w:r>
      <w:proofErr w:type="spellEnd"/>
      <w:r w:rsidRPr="008B0304">
        <w:rPr>
          <w:sz w:val="16"/>
        </w:rPr>
        <w:t xml:space="preserve"> qualifications. First, </w:t>
      </w:r>
      <w:r w:rsidRPr="008B0304">
        <w:rPr>
          <w:rStyle w:val="StyleUnderline"/>
          <w:highlight w:val="green"/>
        </w:rPr>
        <w:t>it is important to recognize</w:t>
      </w:r>
      <w:r w:rsidRPr="008B0304">
        <w:rPr>
          <w:sz w:val="16"/>
        </w:rPr>
        <w:t xml:space="preserve"> not only </w:t>
      </w:r>
      <w:r w:rsidRPr="008B0304">
        <w:rPr>
          <w:rStyle w:val="StyleUnderline"/>
          <w:highlight w:val="green"/>
        </w:rPr>
        <w:t>the distinction</w:t>
      </w:r>
      <w:r w:rsidRPr="008B0304">
        <w:rPr>
          <w:sz w:val="16"/>
        </w:rPr>
        <w:t xml:space="preserve"> but also the relationship </w:t>
      </w:r>
      <w:r w:rsidRPr="008B0304">
        <w:rPr>
          <w:rStyle w:val="StyleUnderline"/>
          <w:highlight w:val="green"/>
        </w:rPr>
        <w:t xml:space="preserve">between the </w:t>
      </w:r>
      <w:r w:rsidRPr="008B0304">
        <w:rPr>
          <w:rStyle w:val="Emphasis"/>
          <w:highlight w:val="green"/>
        </w:rPr>
        <w:t>strength</w:t>
      </w:r>
      <w:r w:rsidRPr="008B0304">
        <w:rPr>
          <w:rStyle w:val="StyleUnderline"/>
        </w:rPr>
        <w:t xml:space="preserve"> of a right </w:t>
      </w:r>
      <w:r w:rsidRPr="008B0304">
        <w:rPr>
          <w:rStyle w:val="StyleUnderline"/>
          <w:highlight w:val="green"/>
        </w:rPr>
        <w:t>and</w:t>
      </w:r>
      <w:r w:rsidRPr="008B0304">
        <w:rPr>
          <w:rStyle w:val="StyleUnderline"/>
        </w:rPr>
        <w:t xml:space="preserve"> the </w:t>
      </w:r>
      <w:r w:rsidRPr="008B0304">
        <w:rPr>
          <w:rStyle w:val="Emphasis"/>
          <w:highlight w:val="green"/>
        </w:rPr>
        <w:t>scope</w:t>
      </w:r>
      <w:r w:rsidRPr="008B0304">
        <w:rPr>
          <w:rStyle w:val="StyleUnderline"/>
          <w:highlight w:val="green"/>
        </w:rPr>
        <w:t xml:space="preserve"> of a right</w:t>
      </w:r>
      <w:r w:rsidRPr="008B0304">
        <w:rPr>
          <w:sz w:val="16"/>
        </w:rPr>
        <w:t xml:space="preserve">. </w:t>
      </w:r>
      <w:r w:rsidRPr="008B0304">
        <w:rPr>
          <w:rStyle w:val="StyleUnderline"/>
          <w:highlight w:val="green"/>
        </w:rPr>
        <w:t>This</w:t>
      </w:r>
      <w:r w:rsidRPr="008B0304">
        <w:rPr>
          <w:rStyle w:val="StyleUnderline"/>
        </w:rPr>
        <w:t xml:space="preserve"> terminology </w:t>
      </w:r>
      <w:r w:rsidRPr="008B0304">
        <w:rPr>
          <w:rStyle w:val="StyleUnderline"/>
          <w:highlight w:val="green"/>
        </w:rPr>
        <w:t>is</w:t>
      </w:r>
      <w:r w:rsidRPr="008B0304">
        <w:rPr>
          <w:sz w:val="16"/>
        </w:rPr>
        <w:t xml:space="preserve"> but </w:t>
      </w:r>
      <w:r w:rsidRPr="008B0304">
        <w:rPr>
          <w:rStyle w:val="StyleUnderline"/>
          <w:highlight w:val="green"/>
        </w:rPr>
        <w:t>another way of expressing</w:t>
      </w:r>
      <w:r w:rsidRPr="008B0304">
        <w:rPr>
          <w:rStyle w:val="StyleUnderline"/>
        </w:rPr>
        <w:t xml:space="preserve"> the </w:t>
      </w:r>
      <w:r w:rsidRPr="008B0304">
        <w:rPr>
          <w:rStyle w:val="Emphasis"/>
          <w:highlight w:val="green"/>
        </w:rPr>
        <w:t>distinction</w:t>
      </w:r>
      <w:r w:rsidRPr="008B0304">
        <w:rPr>
          <w:rStyle w:val="StyleUnderline"/>
          <w:highlight w:val="green"/>
        </w:rPr>
        <w:t xml:space="preserve"> between </w:t>
      </w:r>
      <w:r w:rsidRPr="008B0304">
        <w:rPr>
          <w:rStyle w:val="Emphasis"/>
          <w:highlight w:val="green"/>
        </w:rPr>
        <w:t>coverage</w:t>
      </w:r>
      <w:r w:rsidRPr="008B0304">
        <w:rPr>
          <w:rStyle w:val="StyleUnderline"/>
          <w:highlight w:val="green"/>
        </w:rPr>
        <w:t xml:space="preserve"> and </w:t>
      </w:r>
      <w:r w:rsidRPr="008B0304">
        <w:rPr>
          <w:rStyle w:val="Emphasis"/>
          <w:highlight w:val="green"/>
        </w:rPr>
        <w:t>protection</w:t>
      </w:r>
      <w:r w:rsidRPr="008B0304">
        <w:rPr>
          <w:sz w:val="16"/>
        </w:rPr>
        <w:t xml:space="preserve"> that I discussed earlier, but </w:t>
      </w:r>
      <w:r w:rsidRPr="008B0304">
        <w:rPr>
          <w:rStyle w:val="StyleUnderline"/>
        </w:rPr>
        <w:t xml:space="preserve">the terms ‘strength’ and ‘scope’ are particularly </w:t>
      </w:r>
      <w:r w:rsidRPr="008B0304">
        <w:rPr>
          <w:rStyle w:val="Emphasis"/>
        </w:rPr>
        <w:t>illuminating</w:t>
      </w:r>
      <w:r w:rsidRPr="008B0304">
        <w:rPr>
          <w:sz w:val="16"/>
        </w:rPr>
        <w:t xml:space="preserve"> here. </w:t>
      </w:r>
      <w:r w:rsidRPr="008B0304">
        <w:rPr>
          <w:rStyle w:val="StyleUnderline"/>
        </w:rPr>
        <w:t xml:space="preserve">The scope of a right is its </w:t>
      </w:r>
      <w:r w:rsidRPr="008B0304">
        <w:rPr>
          <w:rStyle w:val="Emphasis"/>
        </w:rPr>
        <w:t>range</w:t>
      </w:r>
      <w:r w:rsidRPr="008B0304">
        <w:rPr>
          <w:sz w:val="16"/>
        </w:rPr>
        <w:t xml:space="preserve">, the activities it reaches. </w:t>
      </w:r>
      <w:r w:rsidRPr="008B0304">
        <w:rPr>
          <w:rStyle w:val="StyleUnderline"/>
        </w:rPr>
        <w:t xml:space="preserve">Rights may be </w:t>
      </w:r>
      <w:r w:rsidRPr="008B0304">
        <w:rPr>
          <w:rStyle w:val="Emphasis"/>
        </w:rPr>
        <w:t>narrow</w:t>
      </w:r>
      <w:r w:rsidRPr="008B0304">
        <w:rPr>
          <w:rStyle w:val="StyleUnderline"/>
        </w:rPr>
        <w:t xml:space="preserve"> or </w:t>
      </w:r>
      <w:r w:rsidRPr="008B0304">
        <w:rPr>
          <w:rStyle w:val="Emphasis"/>
        </w:rPr>
        <w:t>broad</w:t>
      </w:r>
      <w:r w:rsidRPr="008B0304">
        <w:rPr>
          <w:rStyle w:val="StyleUnderline"/>
        </w:rPr>
        <w:t xml:space="preserve"> in scope</w:t>
      </w:r>
      <w:r w:rsidRPr="008B0304">
        <w:rPr>
          <w:sz w:val="16"/>
        </w:rPr>
        <w:t xml:space="preserve">. Defining the scope of free speech as freedom of self-expression is very broad, defining it as freedom of communication substantially narrower, and defining it as freedom of political communication narrower still. </w:t>
      </w:r>
      <w:r w:rsidRPr="008B0304">
        <w:rPr>
          <w:rStyle w:val="StyleUnderline"/>
          <w:highlight w:val="green"/>
        </w:rPr>
        <w:t xml:space="preserve">The </w:t>
      </w:r>
      <w:r w:rsidRPr="008B0304">
        <w:rPr>
          <w:rStyle w:val="Emphasis"/>
          <w:highlight w:val="green"/>
        </w:rPr>
        <w:t>strength</w:t>
      </w:r>
      <w:r w:rsidRPr="008B0304">
        <w:rPr>
          <w:rStyle w:val="StyleUnderline"/>
          <w:highlight w:val="green"/>
        </w:rPr>
        <w:t xml:space="preserve"> of a right is</w:t>
      </w:r>
      <w:r w:rsidRPr="008B0304">
        <w:rPr>
          <w:rStyle w:val="StyleUnderline"/>
        </w:rPr>
        <w:t xml:space="preserve"> its </w:t>
      </w:r>
      <w:r w:rsidRPr="008B0304">
        <w:rPr>
          <w:rStyle w:val="StyleUnderline"/>
          <w:highlight w:val="green"/>
        </w:rPr>
        <w:t xml:space="preserve">ability to </w:t>
      </w:r>
      <w:r w:rsidRPr="008B0304">
        <w:rPr>
          <w:rStyle w:val="Emphasis"/>
          <w:highlight w:val="green"/>
        </w:rPr>
        <w:t>overcome</w:t>
      </w:r>
      <w:r w:rsidRPr="008B0304">
        <w:rPr>
          <w:rStyle w:val="StyleUnderline"/>
          <w:highlight w:val="green"/>
        </w:rPr>
        <w:t xml:space="preserve"> </w:t>
      </w:r>
      <w:r w:rsidRPr="008B0304">
        <w:rPr>
          <w:rStyle w:val="Emphasis"/>
          <w:highlight w:val="green"/>
        </w:rPr>
        <w:t>opposing interests</w:t>
      </w:r>
      <w:r w:rsidRPr="008B0304">
        <w:rPr>
          <w:sz w:val="16"/>
        </w:rPr>
        <w:t xml:space="preserve"> (or values, or other rights) within its scope. </w:t>
      </w:r>
      <w:r w:rsidRPr="008B0304">
        <w:rPr>
          <w:rStyle w:val="StyleUnderline"/>
        </w:rPr>
        <w:t xml:space="preserve">This </w:t>
      </w:r>
      <w:proofErr w:type="spellStart"/>
      <w:proofErr w:type="gramStart"/>
      <w:r w:rsidRPr="008B0304">
        <w:rPr>
          <w:rStyle w:val="StyleUnderline"/>
        </w:rPr>
        <w:t>distinc</w:t>
      </w:r>
      <w:proofErr w:type="spellEnd"/>
      <w:r w:rsidRPr="008B0304">
        <w:rPr>
          <w:rStyle w:val="StyleUnderline"/>
        </w:rPr>
        <w:t xml:space="preserve">- </w:t>
      </w:r>
      <w:proofErr w:type="spellStart"/>
      <w:r w:rsidRPr="008B0304">
        <w:rPr>
          <w:rStyle w:val="StyleUnderline"/>
        </w:rPr>
        <w:t>tion</w:t>
      </w:r>
      <w:proofErr w:type="spellEnd"/>
      <w:proofErr w:type="gramEnd"/>
      <w:r w:rsidRPr="008B0304">
        <w:rPr>
          <w:rStyle w:val="StyleUnderline"/>
        </w:rPr>
        <w:t xml:space="preserve"> is </w:t>
      </w:r>
      <w:r w:rsidRPr="008B0304">
        <w:rPr>
          <w:rStyle w:val="Emphasis"/>
        </w:rPr>
        <w:t>nothing new</w:t>
      </w:r>
      <w:r w:rsidRPr="008B0304">
        <w:rPr>
          <w:sz w:val="16"/>
        </w:rPr>
        <w:t xml:space="preserve">, although it is often ignored in popular dialogue about freedom of speech. The point I wish to make here is that although </w:t>
      </w:r>
      <w:r w:rsidRPr="008B0304">
        <w:rPr>
          <w:rStyle w:val="StyleUnderline"/>
        </w:rPr>
        <w:t>the scope of a right and the strength of that right</w:t>
      </w:r>
      <w:r w:rsidRPr="008B0304">
        <w:rPr>
          <w:sz w:val="16"/>
        </w:rPr>
        <w:t xml:space="preserve"> are not joined by a strict logical relationship, they </w:t>
      </w:r>
      <w:r w:rsidRPr="008B0304">
        <w:rPr>
          <w:rStyle w:val="StyleUnderline"/>
        </w:rPr>
        <w:t xml:space="preserve">most often occur in </w:t>
      </w:r>
      <w:r w:rsidRPr="008B0304">
        <w:rPr>
          <w:rStyle w:val="Emphasis"/>
        </w:rPr>
        <w:t>inverse</w:t>
      </w:r>
      <w:r w:rsidRPr="008B0304">
        <w:rPr>
          <w:rStyle w:val="StyleUnderline"/>
        </w:rPr>
        <w:t xml:space="preserve"> proportion to each other</w:t>
      </w:r>
      <w:r w:rsidRPr="008B0304">
        <w:rPr>
          <w:sz w:val="16"/>
        </w:rPr>
        <w:t xml:space="preserve">. </w:t>
      </w:r>
      <w:r w:rsidRPr="008B0304">
        <w:rPr>
          <w:rStyle w:val="StyleUnderline"/>
        </w:rPr>
        <w:t>The broader the scope of the right</w:t>
      </w:r>
      <w:r w:rsidRPr="008B0304">
        <w:rPr>
          <w:sz w:val="16"/>
        </w:rPr>
        <w:t xml:space="preserve">, </w:t>
      </w:r>
      <w:r w:rsidRPr="008B0304">
        <w:rPr>
          <w:rStyle w:val="StyleUnderline"/>
        </w:rPr>
        <w:t>the more likely it is to be weaker</w:t>
      </w:r>
      <w:r w:rsidRPr="008B0304">
        <w:rPr>
          <w:sz w:val="16"/>
        </w:rPr>
        <w:t xml:space="preserve">, largely because widening the scope increases the likelihood of conflict with other interests, some of which may be equally or more important. Conversely, </w:t>
      </w:r>
      <w:r w:rsidRPr="008B0304">
        <w:rPr>
          <w:rStyle w:val="StyleUnderline"/>
        </w:rPr>
        <w:t>rights that are narrower in scope are more easily taken to be very strong within that narrow scope</w:t>
      </w:r>
      <w:r w:rsidRPr="008B0304">
        <w:rPr>
          <w:sz w:val="16"/>
        </w:rPr>
        <w:t xml:space="preserve">. It is much easier, for example, to say that there is a very strong, almost absolute, right to purely verbal political speech than it would be to say that a right to self- expression can be as strong. Any examination of rights must first recognize this interrelationship and then try to preserve </w:t>
      </w:r>
      <w:proofErr w:type="spellStart"/>
      <w:r w:rsidRPr="008B0304">
        <w:rPr>
          <w:sz w:val="16"/>
        </w:rPr>
        <w:t>someequilibrium</w:t>
      </w:r>
      <w:proofErr w:type="spellEnd"/>
      <w:r w:rsidRPr="008B0304">
        <w:rPr>
          <w:sz w:val="16"/>
        </w:rPr>
        <w:t xml:space="preserve"> between scope and strength. This is easiest but not necessarily best at the extremes. Meiklejohn, for example, </w:t>
      </w:r>
      <w:proofErr w:type="spellStart"/>
      <w:proofErr w:type="gramStart"/>
      <w:r w:rsidRPr="008B0304">
        <w:rPr>
          <w:sz w:val="16"/>
        </w:rPr>
        <w:t>definedfreedom</w:t>
      </w:r>
      <w:proofErr w:type="spellEnd"/>
      <w:proofErr w:type="gramEnd"/>
      <w:r w:rsidRPr="008B0304">
        <w:rPr>
          <w:sz w:val="16"/>
        </w:rPr>
        <w:t xml:space="preserve"> of speech as freedom of political speech by those without profit motives. Within this narrow scope it was easier for him to define the right as absolute (which he did) than it would have been had he broadened the scope to include other forms of com- </w:t>
      </w:r>
      <w:proofErr w:type="spellStart"/>
      <w:r w:rsidRPr="008B0304">
        <w:rPr>
          <w:sz w:val="16"/>
        </w:rPr>
        <w:t>munication</w:t>
      </w:r>
      <w:proofErr w:type="spellEnd"/>
      <w:r w:rsidRPr="008B0304">
        <w:rPr>
          <w:sz w:val="16"/>
        </w:rPr>
        <w:t xml:space="preserve">. Yet the more narrowly we define a right, the more likely we are to exclude from coverage those acts that may fall within the justification for recognizing the right. Freedom of speech as freedom of political deliberation gains simple absolutism at the cost of excluding much that a deep theory of the Free Speech Prin- </w:t>
      </w:r>
      <w:proofErr w:type="spellStart"/>
      <w:r w:rsidRPr="008B0304">
        <w:rPr>
          <w:sz w:val="16"/>
        </w:rPr>
        <w:t>ciple</w:t>
      </w:r>
      <w:proofErr w:type="spellEnd"/>
      <w:r w:rsidRPr="008B0304">
        <w:rPr>
          <w:sz w:val="16"/>
        </w:rPr>
        <w:t xml:space="preserve"> would argue for including.</w:t>
      </w:r>
    </w:p>
    <w:p w14:paraId="2CEDD0B7" w14:textId="77777777" w:rsidR="0089168F" w:rsidRPr="00DA056C" w:rsidRDefault="0089168F" w:rsidP="0089168F">
      <w:pPr>
        <w:pStyle w:val="Heading4"/>
      </w:pPr>
      <w:r>
        <w:t xml:space="preserve">There’s </w:t>
      </w:r>
      <w:r>
        <w:rPr>
          <w:u w:val="single"/>
        </w:rPr>
        <w:t>consensus</w:t>
      </w:r>
      <w:r>
        <w:t xml:space="preserve"> for the idea that </w:t>
      </w:r>
      <w:proofErr w:type="gramStart"/>
      <w:r>
        <w:t>strengthen</w:t>
      </w:r>
      <w:proofErr w:type="gramEnd"/>
      <w:r>
        <w:t xml:space="preserve"> </w:t>
      </w:r>
      <w:r>
        <w:rPr>
          <w:u w:val="single"/>
        </w:rPr>
        <w:t>requires</w:t>
      </w:r>
      <w:r>
        <w:t xml:space="preserve"> pre-existence.</w:t>
      </w:r>
    </w:p>
    <w:p w14:paraId="3A6CC71D" w14:textId="77777777" w:rsidR="0089168F" w:rsidRPr="00265299" w:rsidRDefault="0089168F" w:rsidP="0089168F">
      <w:r w:rsidRPr="00265299">
        <w:rPr>
          <w:rStyle w:val="Style13ptBold"/>
        </w:rPr>
        <w:t>Mykkänen 17</w:t>
      </w:r>
      <w:r>
        <w:t xml:space="preserve"> – Faculty of Law, </w:t>
      </w:r>
      <w:proofErr w:type="gramStart"/>
      <w:r>
        <w:t>Master's</w:t>
      </w:r>
      <w:proofErr w:type="gramEnd"/>
      <w:r>
        <w:t xml:space="preserve"> Programme in Law Support.</w:t>
      </w:r>
    </w:p>
    <w:p w14:paraId="7A1F6AB7" w14:textId="77777777" w:rsidR="0089168F" w:rsidRPr="00BB26C3" w:rsidRDefault="0089168F" w:rsidP="0089168F">
      <w:r>
        <w:t xml:space="preserve">Esa Mykkänen, “EXPULSION TO TORTURE – THE PRINCIPLE OF NON-REFOULEMENT AND INTERNATIONAL HUMAN RIGHTS LAW,” </w:t>
      </w:r>
      <w:proofErr w:type="gramStart"/>
      <w:r>
        <w:t>Master’s</w:t>
      </w:r>
      <w:proofErr w:type="gramEnd"/>
      <w:r>
        <w:t xml:space="preserve"> Thesis, University of Helsinki, Faculty of Law, 2017, </w:t>
      </w:r>
      <w:r w:rsidRPr="00BB26C3">
        <w:t xml:space="preserve">https://core.ac.uk/download/pdf/84364852.pdf </w:t>
      </w:r>
    </w:p>
    <w:p w14:paraId="224DDDC0" w14:textId="77777777" w:rsidR="0089168F" w:rsidRDefault="0089168F" w:rsidP="0089168F">
      <w:pPr>
        <w:rPr>
          <w:sz w:val="16"/>
        </w:rPr>
      </w:pPr>
      <w:r w:rsidRPr="00BB26C3">
        <w:rPr>
          <w:sz w:val="16"/>
        </w:rPr>
        <w:t xml:space="preserve">The Convention against Torture and Other Cruel, Inhuman or Degrading Treatment or Punishment (later referred to as CAT) was adopted by the United Nations </w:t>
      </w:r>
      <w:proofErr w:type="gramStart"/>
      <w:r w:rsidRPr="00BB26C3">
        <w:rPr>
          <w:sz w:val="16"/>
        </w:rPr>
        <w:t>on</w:t>
      </w:r>
      <w:proofErr w:type="gramEnd"/>
      <w:r w:rsidRPr="00BB26C3">
        <w:rPr>
          <w:sz w:val="16"/>
        </w:rPr>
        <w:t xml:space="preserve"> 1984 and came into force </w:t>
      </w:r>
      <w:proofErr w:type="gramStart"/>
      <w:r w:rsidRPr="00BB26C3">
        <w:rPr>
          <w:sz w:val="16"/>
        </w:rPr>
        <w:t>on</w:t>
      </w:r>
      <w:proofErr w:type="gramEnd"/>
      <w:r w:rsidRPr="00BB26C3">
        <w:rPr>
          <w:sz w:val="16"/>
        </w:rPr>
        <w:t xml:space="preserve"> 1987. Currently there are 159 States Parties to CAT.175 </w:t>
      </w:r>
      <w:r w:rsidRPr="00BB26C3">
        <w:rPr>
          <w:rStyle w:val="StyleUnderline"/>
        </w:rPr>
        <w:t xml:space="preserve">According to the preamble of CAT its </w:t>
      </w:r>
      <w:r w:rsidRPr="00BB26C3">
        <w:rPr>
          <w:rStyle w:val="Emphasis"/>
        </w:rPr>
        <w:t>aim</w:t>
      </w:r>
      <w:r w:rsidRPr="00BB26C3">
        <w:rPr>
          <w:rStyle w:val="StyleUnderline"/>
        </w:rPr>
        <w:t xml:space="preserve"> is to </w:t>
      </w:r>
      <w:r w:rsidRPr="00BB26C3">
        <w:rPr>
          <w:rStyle w:val="Emphasis"/>
        </w:rPr>
        <w:t>strengthen</w:t>
      </w:r>
      <w:r w:rsidRPr="00BB26C3">
        <w:rPr>
          <w:rStyle w:val="StyleUnderline"/>
        </w:rPr>
        <w:t xml:space="preserve"> the struggle against torture</w:t>
      </w:r>
      <w:r w:rsidRPr="00BB26C3">
        <w:rPr>
          <w:sz w:val="16"/>
        </w:rPr>
        <w:t xml:space="preserve"> and other cruel, inhuman or degrading treatment or punishment throughout the world. </w:t>
      </w:r>
      <w:r w:rsidRPr="000C69C8">
        <w:rPr>
          <w:rStyle w:val="StyleUnderline"/>
          <w:highlight w:val="green"/>
        </w:rPr>
        <w:t xml:space="preserve">The </w:t>
      </w:r>
      <w:r w:rsidRPr="000C69C8">
        <w:rPr>
          <w:rStyle w:val="Emphasis"/>
          <w:sz w:val="26"/>
          <w:szCs w:val="26"/>
          <w:highlight w:val="green"/>
        </w:rPr>
        <w:t>term “strengthen”</w:t>
      </w:r>
      <w:r w:rsidRPr="000C69C8">
        <w:rPr>
          <w:rStyle w:val="StyleUnderline"/>
          <w:sz w:val="26"/>
          <w:szCs w:val="26"/>
          <w:highlight w:val="green"/>
        </w:rPr>
        <w:t xml:space="preserve"> </w:t>
      </w:r>
      <w:r w:rsidRPr="000C69C8">
        <w:rPr>
          <w:rStyle w:val="Emphasis"/>
          <w:sz w:val="26"/>
          <w:szCs w:val="26"/>
          <w:highlight w:val="green"/>
        </w:rPr>
        <w:t>clearly indicates</w:t>
      </w:r>
      <w:r w:rsidRPr="00BB26C3">
        <w:rPr>
          <w:rStyle w:val="StyleUnderline"/>
        </w:rPr>
        <w:t xml:space="preserve"> that </w:t>
      </w:r>
      <w:r w:rsidRPr="000C69C8">
        <w:rPr>
          <w:rStyle w:val="StyleUnderline"/>
          <w:highlight w:val="green"/>
        </w:rPr>
        <w:t xml:space="preserve">torture is </w:t>
      </w:r>
      <w:r w:rsidRPr="000C69C8">
        <w:rPr>
          <w:rStyle w:val="Emphasis"/>
          <w:sz w:val="26"/>
          <w:szCs w:val="26"/>
          <w:highlight w:val="green"/>
        </w:rPr>
        <w:t>already</w:t>
      </w:r>
      <w:r w:rsidRPr="000C69C8">
        <w:rPr>
          <w:rStyle w:val="StyleUnderline"/>
          <w:highlight w:val="green"/>
        </w:rPr>
        <w:t xml:space="preserve"> outlawed</w:t>
      </w:r>
      <w:r w:rsidRPr="00BB26C3">
        <w:rPr>
          <w:rStyle w:val="StyleUnderline"/>
        </w:rPr>
        <w:t xml:space="preserve"> and fought against in international law </w:t>
      </w:r>
      <w:r w:rsidRPr="000C69C8">
        <w:rPr>
          <w:rStyle w:val="Emphasis"/>
          <w:highlight w:val="green"/>
        </w:rPr>
        <w:t>but</w:t>
      </w:r>
      <w:r w:rsidRPr="000C69C8">
        <w:rPr>
          <w:rStyle w:val="StyleUnderline"/>
          <w:highlight w:val="green"/>
        </w:rPr>
        <w:t xml:space="preserve"> </w:t>
      </w:r>
      <w:r w:rsidRPr="000C69C8">
        <w:rPr>
          <w:rStyle w:val="Emphasis"/>
          <w:highlight w:val="green"/>
        </w:rPr>
        <w:t>not sufficiently</w:t>
      </w:r>
      <w:proofErr w:type="gramStart"/>
      <w:r w:rsidRPr="000C69C8">
        <w:rPr>
          <w:sz w:val="16"/>
          <w:szCs w:val="16"/>
        </w:rPr>
        <w:t>176</w:t>
      </w:r>
      <w:r w:rsidRPr="00070268">
        <w:rPr>
          <w:sz w:val="16"/>
          <w:szCs w:val="16"/>
        </w:rPr>
        <w:t xml:space="preserve"> .</w:t>
      </w:r>
      <w:proofErr w:type="gramEnd"/>
      <w:r w:rsidRPr="00070268">
        <w:rPr>
          <w:sz w:val="16"/>
          <w:szCs w:val="16"/>
        </w:rPr>
        <w:t xml:space="preserve"> </w:t>
      </w:r>
      <w:r w:rsidRPr="00BB26C3">
        <w:rPr>
          <w:sz w:val="16"/>
        </w:rPr>
        <w:t>CAT consists of three parts and 33 articles, of which articles 1 – 16 contain a definition of torture and obligations for States parties. The second part (articles 17 – 24) concerns rules regarding implementation of the Convention and its supervisory mechanism while the final part (articles 25 – 33) consists of final treaty clauses. Like the Refugee Convention and ECHR, CAT is a human rights treaty that formulates obligations for States parties to it, and those obligations can be seen as the rights of an individual</w:t>
      </w:r>
      <w:proofErr w:type="gramStart"/>
      <w:r w:rsidRPr="00BB26C3">
        <w:rPr>
          <w:sz w:val="16"/>
        </w:rPr>
        <w:t>177 .</w:t>
      </w:r>
      <w:proofErr w:type="gramEnd"/>
      <w:r w:rsidRPr="00BB26C3">
        <w:rPr>
          <w:sz w:val="16"/>
        </w:rPr>
        <w:t xml:space="preserve"> CAT is a universal treaty that is not regionally limited.</w:t>
      </w:r>
    </w:p>
    <w:p w14:paraId="2040DE8D" w14:textId="77777777" w:rsidR="0089168F" w:rsidRDefault="0089168F" w:rsidP="0089168F">
      <w:pPr>
        <w:pStyle w:val="Heading4"/>
      </w:pPr>
      <w:r>
        <w:t xml:space="preserve">Plus, </w:t>
      </w:r>
      <w:r>
        <w:rPr>
          <w:u w:val="single"/>
        </w:rPr>
        <w:t>contextual</w:t>
      </w:r>
      <w:r>
        <w:t xml:space="preserve"> intent to </w:t>
      </w:r>
      <w:r>
        <w:rPr>
          <w:u w:val="single"/>
        </w:rPr>
        <w:t>distinguish</w:t>
      </w:r>
      <w:r>
        <w:t>.</w:t>
      </w:r>
    </w:p>
    <w:p w14:paraId="73A68BDB" w14:textId="77777777" w:rsidR="0089168F" w:rsidRPr="00B64128" w:rsidRDefault="0089168F" w:rsidP="0089168F">
      <w:r w:rsidRPr="00B64128">
        <w:rPr>
          <w:rStyle w:val="Style13ptBold"/>
        </w:rPr>
        <w:t>NELP 23</w:t>
      </w:r>
      <w:r>
        <w:t xml:space="preserve"> – National Employment Law Project</w:t>
      </w:r>
    </w:p>
    <w:p w14:paraId="57503915" w14:textId="77777777" w:rsidR="0089168F" w:rsidRDefault="0089168F" w:rsidP="0089168F">
      <w:r>
        <w:t>National Employment Law Project, Economic Policy Institute, “2023-2024 State &amp; Local Policy Agenda,” 2023-2024, https://www.nelp.org/app/uploads/2023/11/FINAL-2023-2024-State-and-Local-Policy-Agenda.pdf</w:t>
      </w:r>
    </w:p>
    <w:p w14:paraId="3BAAC374" w14:textId="77777777" w:rsidR="0089168F" w:rsidRPr="00487DD0" w:rsidRDefault="0089168F" w:rsidP="0089168F">
      <w:pPr>
        <w:rPr>
          <w:sz w:val="16"/>
        </w:rPr>
      </w:pPr>
      <w:r w:rsidRPr="00487DD0">
        <w:rPr>
          <w:rStyle w:val="StyleUnderline"/>
        </w:rPr>
        <w:t>In states that ban public-sector bargaining</w:t>
      </w:r>
      <w:r w:rsidRPr="00487DD0">
        <w:rPr>
          <w:sz w:val="16"/>
        </w:rPr>
        <w:t xml:space="preserve"> or lack comprehensive collective bargaining laws, </w:t>
      </w:r>
      <w:r w:rsidRPr="00487DD0">
        <w:rPr>
          <w:rStyle w:val="StyleUnderline"/>
        </w:rPr>
        <w:t>policymakers should move swiftly to enact them</w:t>
      </w:r>
      <w:r w:rsidRPr="00487DD0">
        <w:rPr>
          <w:sz w:val="16"/>
        </w:rPr>
        <w:t xml:space="preserve">. Governors and legislatures should also use their powers to restore workers’ rights in states where a decade of extreme anti-union legislation has weakened formerly strong public-sector bargaining laws, resulting in suppressed wages and eroded job quality. </w:t>
      </w:r>
      <w:r w:rsidRPr="00487DD0">
        <w:rPr>
          <w:rStyle w:val="StyleUnderline"/>
        </w:rPr>
        <w:t>Colorado</w:t>
      </w:r>
      <w:r w:rsidRPr="00487DD0">
        <w:rPr>
          <w:sz w:val="16"/>
        </w:rPr>
        <w:t xml:space="preserve">, </w:t>
      </w:r>
      <w:r w:rsidRPr="00487DD0">
        <w:rPr>
          <w:rStyle w:val="StyleUnderline"/>
        </w:rPr>
        <w:t>Maryland</w:t>
      </w:r>
      <w:r w:rsidRPr="00487DD0">
        <w:rPr>
          <w:sz w:val="16"/>
        </w:rPr>
        <w:t xml:space="preserve">, </w:t>
      </w:r>
      <w:r w:rsidRPr="00487DD0">
        <w:rPr>
          <w:rStyle w:val="StyleUnderline"/>
        </w:rPr>
        <w:t>New Mexico</w:t>
      </w:r>
      <w:r w:rsidRPr="00487DD0">
        <w:rPr>
          <w:sz w:val="16"/>
        </w:rPr>
        <w:t xml:space="preserve">, </w:t>
      </w:r>
      <w:r w:rsidRPr="00B64128">
        <w:rPr>
          <w:rStyle w:val="StyleUnderline"/>
          <w:highlight w:val="green"/>
        </w:rPr>
        <w:t>Nevada</w:t>
      </w:r>
      <w:r w:rsidRPr="00487DD0">
        <w:rPr>
          <w:sz w:val="16"/>
        </w:rPr>
        <w:t xml:space="preserve">, </w:t>
      </w:r>
      <w:r w:rsidRPr="00B64128">
        <w:rPr>
          <w:rStyle w:val="StyleUnderline"/>
          <w:highlight w:val="green"/>
        </w:rPr>
        <w:t>and Virginia have taken</w:t>
      </w:r>
      <w:r w:rsidRPr="00487DD0">
        <w:rPr>
          <w:rStyle w:val="StyleUnderline"/>
        </w:rPr>
        <w:t xml:space="preserve"> recent </w:t>
      </w:r>
      <w:r w:rsidRPr="00B64128">
        <w:rPr>
          <w:rStyle w:val="StyleUnderline"/>
          <w:highlight w:val="green"/>
        </w:rPr>
        <w:t xml:space="preserve">steps to </w:t>
      </w:r>
      <w:r w:rsidRPr="00B64128">
        <w:rPr>
          <w:rStyle w:val="Emphasis"/>
          <w:highlight w:val="green"/>
        </w:rPr>
        <w:t>establish</w:t>
      </w:r>
      <w:r w:rsidRPr="00487DD0">
        <w:rPr>
          <w:sz w:val="16"/>
        </w:rPr>
        <w:t xml:space="preserve">, </w:t>
      </w:r>
      <w:r w:rsidRPr="00B64128">
        <w:rPr>
          <w:rStyle w:val="Emphasis"/>
          <w:highlight w:val="green"/>
        </w:rPr>
        <w:t>expand</w:t>
      </w:r>
      <w:r w:rsidRPr="00487DD0">
        <w:rPr>
          <w:sz w:val="16"/>
        </w:rPr>
        <w:t xml:space="preserve">, </w:t>
      </w:r>
      <w:r w:rsidRPr="00B64128">
        <w:rPr>
          <w:rStyle w:val="Emphasis"/>
          <w:sz w:val="28"/>
          <w:szCs w:val="28"/>
          <w:highlight w:val="green"/>
        </w:rPr>
        <w:t>or</w:t>
      </w:r>
      <w:r w:rsidRPr="00487DD0">
        <w:rPr>
          <w:rStyle w:val="StyleUnderline"/>
          <w:sz w:val="28"/>
          <w:szCs w:val="28"/>
        </w:rPr>
        <w:t xml:space="preserve"> </w:t>
      </w:r>
      <w:r w:rsidRPr="00B64128">
        <w:rPr>
          <w:rStyle w:val="Emphasis"/>
          <w:highlight w:val="green"/>
        </w:rPr>
        <w:t>strengthen</w:t>
      </w:r>
      <w:r w:rsidRPr="00487DD0">
        <w:rPr>
          <w:rStyle w:val="StyleUnderline"/>
        </w:rPr>
        <w:t xml:space="preserve"> </w:t>
      </w:r>
      <w:r w:rsidRPr="00B64128">
        <w:rPr>
          <w:rStyle w:val="Emphasis"/>
          <w:highlight w:val="green"/>
        </w:rPr>
        <w:t>c</w:t>
      </w:r>
      <w:r w:rsidRPr="00487DD0">
        <w:rPr>
          <w:rStyle w:val="StyleUnderline"/>
        </w:rPr>
        <w:t xml:space="preserve">ollective </w:t>
      </w:r>
      <w:r w:rsidRPr="00B64128">
        <w:rPr>
          <w:rStyle w:val="Emphasis"/>
          <w:highlight w:val="green"/>
        </w:rPr>
        <w:t>b</w:t>
      </w:r>
      <w:r w:rsidRPr="00487DD0">
        <w:rPr>
          <w:rStyle w:val="StyleUnderline"/>
        </w:rPr>
        <w:t xml:space="preserve">argaining </w:t>
      </w:r>
      <w:r w:rsidRPr="00B64128">
        <w:rPr>
          <w:rStyle w:val="Emphasis"/>
          <w:highlight w:val="green"/>
        </w:rPr>
        <w:t>r</w:t>
      </w:r>
      <w:r w:rsidRPr="00487DD0">
        <w:rPr>
          <w:rStyle w:val="StyleUnderline"/>
        </w:rPr>
        <w:t>ights for some public-sector workers</w:t>
      </w:r>
      <w:r w:rsidRPr="00487DD0">
        <w:rPr>
          <w:sz w:val="16"/>
        </w:rPr>
        <w:t>. These trends signal positive momentum in the right direction, though there is still much left to do across the country.</w:t>
      </w:r>
    </w:p>
    <w:p w14:paraId="509F675B" w14:textId="77777777" w:rsidR="0089168F" w:rsidRDefault="0089168F" w:rsidP="0089168F">
      <w:pPr>
        <w:pStyle w:val="Heading3"/>
      </w:pPr>
      <w:r>
        <w:t>AT: Plain Meaning---2NC</w:t>
      </w:r>
    </w:p>
    <w:p w14:paraId="0E4CFA55" w14:textId="77777777" w:rsidR="0089168F" w:rsidRDefault="0089168F" w:rsidP="0089168F">
      <w:pPr>
        <w:pStyle w:val="Heading4"/>
      </w:pPr>
      <w:r>
        <w:t xml:space="preserve">Plus, </w:t>
      </w:r>
      <w:r>
        <w:rPr>
          <w:u w:val="single"/>
        </w:rPr>
        <w:t>contextual</w:t>
      </w:r>
      <w:r>
        <w:t xml:space="preserve"> intent to </w:t>
      </w:r>
      <w:r>
        <w:rPr>
          <w:u w:val="single"/>
        </w:rPr>
        <w:t>distinguish</w:t>
      </w:r>
      <w:r>
        <w:t>.</w:t>
      </w:r>
    </w:p>
    <w:p w14:paraId="3A2C546A" w14:textId="77777777" w:rsidR="0089168F" w:rsidRPr="00B64128" w:rsidRDefault="0089168F" w:rsidP="0089168F">
      <w:r w:rsidRPr="00B64128">
        <w:rPr>
          <w:rStyle w:val="Style13ptBold"/>
        </w:rPr>
        <w:t>NELP 23</w:t>
      </w:r>
      <w:r>
        <w:t xml:space="preserve"> – National Employment Law Project</w:t>
      </w:r>
    </w:p>
    <w:p w14:paraId="51AF2F90" w14:textId="77777777" w:rsidR="0089168F" w:rsidRDefault="0089168F" w:rsidP="0089168F">
      <w:r>
        <w:t>National Employment Law Project, Economic Policy Institute, “2023-2024 State &amp; Local Policy Agenda,” 2023-2024, https://www.nelp.org/app/uploads/2023/11/FINAL-2023-2024-State-and-Local-Policy-Agenda.pdf</w:t>
      </w:r>
    </w:p>
    <w:p w14:paraId="48C084F9" w14:textId="77777777" w:rsidR="0089168F" w:rsidRPr="00487DD0" w:rsidRDefault="0089168F" w:rsidP="0089168F">
      <w:pPr>
        <w:rPr>
          <w:sz w:val="16"/>
        </w:rPr>
      </w:pPr>
      <w:r w:rsidRPr="00487DD0">
        <w:rPr>
          <w:rStyle w:val="StyleUnderline"/>
        </w:rPr>
        <w:t>In states that ban public-sector bargaining</w:t>
      </w:r>
      <w:r w:rsidRPr="00487DD0">
        <w:rPr>
          <w:sz w:val="16"/>
        </w:rPr>
        <w:t xml:space="preserve"> or lack comprehensive collective bargaining laws, </w:t>
      </w:r>
      <w:r w:rsidRPr="00487DD0">
        <w:rPr>
          <w:rStyle w:val="StyleUnderline"/>
        </w:rPr>
        <w:t>policymakers should move swiftly to enact them</w:t>
      </w:r>
      <w:r w:rsidRPr="00487DD0">
        <w:rPr>
          <w:sz w:val="16"/>
        </w:rPr>
        <w:t xml:space="preserve">. Governors and legislatures should also use their powers to restore workers’ rights in states where a decade of extreme anti-union legislation has weakened formerly strong public-sector bargaining laws, resulting in suppressed wages and eroded job quality. </w:t>
      </w:r>
      <w:r w:rsidRPr="00487DD0">
        <w:rPr>
          <w:rStyle w:val="StyleUnderline"/>
        </w:rPr>
        <w:t>Colorado</w:t>
      </w:r>
      <w:r w:rsidRPr="00487DD0">
        <w:rPr>
          <w:sz w:val="16"/>
        </w:rPr>
        <w:t xml:space="preserve">, </w:t>
      </w:r>
      <w:r w:rsidRPr="00487DD0">
        <w:rPr>
          <w:rStyle w:val="StyleUnderline"/>
        </w:rPr>
        <w:t>Maryland</w:t>
      </w:r>
      <w:r w:rsidRPr="00487DD0">
        <w:rPr>
          <w:sz w:val="16"/>
        </w:rPr>
        <w:t xml:space="preserve">, </w:t>
      </w:r>
      <w:r w:rsidRPr="00487DD0">
        <w:rPr>
          <w:rStyle w:val="StyleUnderline"/>
        </w:rPr>
        <w:t>New Mexico</w:t>
      </w:r>
      <w:r w:rsidRPr="00487DD0">
        <w:rPr>
          <w:sz w:val="16"/>
        </w:rPr>
        <w:t xml:space="preserve">, </w:t>
      </w:r>
      <w:r w:rsidRPr="00B64128">
        <w:rPr>
          <w:rStyle w:val="StyleUnderline"/>
          <w:highlight w:val="green"/>
        </w:rPr>
        <w:t>Nevada</w:t>
      </w:r>
      <w:r w:rsidRPr="00487DD0">
        <w:rPr>
          <w:sz w:val="16"/>
        </w:rPr>
        <w:t xml:space="preserve">, </w:t>
      </w:r>
      <w:r w:rsidRPr="00B64128">
        <w:rPr>
          <w:rStyle w:val="StyleUnderline"/>
          <w:highlight w:val="green"/>
        </w:rPr>
        <w:t>and Virginia have taken</w:t>
      </w:r>
      <w:r w:rsidRPr="00487DD0">
        <w:rPr>
          <w:rStyle w:val="StyleUnderline"/>
        </w:rPr>
        <w:t xml:space="preserve"> recent </w:t>
      </w:r>
      <w:r w:rsidRPr="00B64128">
        <w:rPr>
          <w:rStyle w:val="StyleUnderline"/>
          <w:highlight w:val="green"/>
        </w:rPr>
        <w:t xml:space="preserve">steps to </w:t>
      </w:r>
      <w:r w:rsidRPr="00B64128">
        <w:rPr>
          <w:rStyle w:val="Emphasis"/>
          <w:highlight w:val="green"/>
        </w:rPr>
        <w:t>establish</w:t>
      </w:r>
      <w:r w:rsidRPr="00487DD0">
        <w:rPr>
          <w:sz w:val="16"/>
        </w:rPr>
        <w:t xml:space="preserve">, </w:t>
      </w:r>
      <w:r w:rsidRPr="00B64128">
        <w:rPr>
          <w:rStyle w:val="Emphasis"/>
          <w:highlight w:val="green"/>
        </w:rPr>
        <w:t>expand</w:t>
      </w:r>
      <w:r w:rsidRPr="00487DD0">
        <w:rPr>
          <w:sz w:val="16"/>
        </w:rPr>
        <w:t xml:space="preserve">, </w:t>
      </w:r>
      <w:r w:rsidRPr="00B64128">
        <w:rPr>
          <w:rStyle w:val="Emphasis"/>
          <w:sz w:val="28"/>
          <w:szCs w:val="28"/>
          <w:highlight w:val="green"/>
        </w:rPr>
        <w:t>or</w:t>
      </w:r>
      <w:r w:rsidRPr="00487DD0">
        <w:rPr>
          <w:rStyle w:val="StyleUnderline"/>
          <w:sz w:val="28"/>
          <w:szCs w:val="28"/>
        </w:rPr>
        <w:t xml:space="preserve"> </w:t>
      </w:r>
      <w:r w:rsidRPr="00B64128">
        <w:rPr>
          <w:rStyle w:val="Emphasis"/>
          <w:highlight w:val="green"/>
        </w:rPr>
        <w:t>strengthen</w:t>
      </w:r>
      <w:r w:rsidRPr="00487DD0">
        <w:rPr>
          <w:rStyle w:val="StyleUnderline"/>
        </w:rPr>
        <w:t xml:space="preserve"> </w:t>
      </w:r>
      <w:r w:rsidRPr="00B64128">
        <w:rPr>
          <w:rStyle w:val="Emphasis"/>
          <w:highlight w:val="green"/>
        </w:rPr>
        <w:t>c</w:t>
      </w:r>
      <w:r w:rsidRPr="00487DD0">
        <w:rPr>
          <w:rStyle w:val="StyleUnderline"/>
        </w:rPr>
        <w:t xml:space="preserve">ollective </w:t>
      </w:r>
      <w:r w:rsidRPr="00B64128">
        <w:rPr>
          <w:rStyle w:val="Emphasis"/>
          <w:highlight w:val="green"/>
        </w:rPr>
        <w:t>b</w:t>
      </w:r>
      <w:r w:rsidRPr="00487DD0">
        <w:rPr>
          <w:rStyle w:val="StyleUnderline"/>
        </w:rPr>
        <w:t xml:space="preserve">argaining </w:t>
      </w:r>
      <w:r w:rsidRPr="00B64128">
        <w:rPr>
          <w:rStyle w:val="Emphasis"/>
          <w:highlight w:val="green"/>
        </w:rPr>
        <w:t>r</w:t>
      </w:r>
      <w:r w:rsidRPr="00487DD0">
        <w:rPr>
          <w:rStyle w:val="StyleUnderline"/>
        </w:rPr>
        <w:t>ights for some public-sector workers</w:t>
      </w:r>
      <w:r w:rsidRPr="00487DD0">
        <w:rPr>
          <w:sz w:val="16"/>
        </w:rPr>
        <w:t>. These trends signal positive momentum in the right direction, though there is still much left to do across the country.</w:t>
      </w:r>
    </w:p>
    <w:p w14:paraId="1CBA203F" w14:textId="77777777" w:rsidR="0089168F" w:rsidRPr="0089168F" w:rsidRDefault="0089168F" w:rsidP="0089168F"/>
    <w:p w14:paraId="167C36AA" w14:textId="19FA9241" w:rsidR="0089168F" w:rsidRDefault="0089168F" w:rsidP="0089168F">
      <w:pPr>
        <w:pStyle w:val="Heading3"/>
      </w:pPr>
      <w:r>
        <w:t>AT: Edwards</w:t>
      </w:r>
      <w:r>
        <w:t>---2NC</w:t>
      </w:r>
    </w:p>
    <w:p w14:paraId="3649C46A" w14:textId="5145B39B" w:rsidR="0089168F" w:rsidRPr="000A7146" w:rsidRDefault="0089168F" w:rsidP="0089168F">
      <w:pPr>
        <w:pStyle w:val="Heading4"/>
      </w:pPr>
      <w:r>
        <w:t xml:space="preserve">Doesn’t speak to the question of </w:t>
      </w:r>
      <w:proofErr w:type="gramStart"/>
      <w:r>
        <w:t>whether</w:t>
      </w:r>
      <w:proofErr w:type="gramEnd"/>
      <w:r>
        <w:t xml:space="preserve"> can </w:t>
      </w:r>
      <w:r>
        <w:t>apply</w:t>
      </w:r>
      <w:r>
        <w:t xml:space="preserve"> to new workers and concedes fed workers excluded now</w:t>
      </w:r>
    </w:p>
    <w:p w14:paraId="4700FA3D" w14:textId="77777777" w:rsidR="0089168F" w:rsidRPr="000A7146" w:rsidRDefault="0089168F" w:rsidP="0089168F">
      <w:r>
        <w:t xml:space="preserve">Harry </w:t>
      </w:r>
      <w:r w:rsidRPr="000A7146">
        <w:rPr>
          <w:rStyle w:val="Style13ptBold"/>
        </w:rPr>
        <w:t>Edwards 85</w:t>
      </w:r>
      <w:r w:rsidRPr="000A7146">
        <w:t>.</w:t>
      </w:r>
      <w:r>
        <w:t xml:space="preserve"> Circuit Judge for the District of Columbia Circuit. </w:t>
      </w:r>
      <w:r w:rsidRPr="000A7146">
        <w:t xml:space="preserve">Amalgamated Transit Union Int'l v. Donovan, 1985 U.S. App. </w:t>
      </w:r>
      <w:r>
        <w:t>1985. Lexis.</w:t>
      </w:r>
    </w:p>
    <w:p w14:paraId="0B8CC6F0" w14:textId="77777777" w:rsidR="0089168F" w:rsidRDefault="0089168F" w:rsidP="0089168F">
      <w:pPr>
        <w:rPr>
          <w:sz w:val="16"/>
        </w:rPr>
      </w:pPr>
      <w:bookmarkStart w:id="0" w:name="PAGE_1102"/>
      <w:r w:rsidRPr="00F86E0F">
        <w:rPr>
          <w:sz w:val="16"/>
        </w:rPr>
        <w:t>[*950] In sum, Congress struck a delicate balance in section 13(c). </w:t>
      </w:r>
      <w:bookmarkEnd w:id="0"/>
      <w:r>
        <w:rPr>
          <w:rStyle w:val="StyleUnderline"/>
        </w:rPr>
        <w:t>The statute</w:t>
      </w:r>
      <w:r w:rsidRPr="003E0B0E">
        <w:rPr>
          <w:rStyle w:val="StyleUnderline"/>
        </w:rPr>
        <w:t xml:space="preserve"> provides</w:t>
      </w:r>
      <w:r w:rsidRPr="00F86E0F">
        <w:rPr>
          <w:sz w:val="16"/>
        </w:rPr>
        <w:t xml:space="preserve"> that </w:t>
      </w:r>
      <w:r w:rsidRPr="003E0B0E">
        <w:rPr>
          <w:rStyle w:val="StyleUnderline"/>
        </w:rPr>
        <w:t>state law should govern</w:t>
      </w:r>
      <w:r w:rsidRPr="00F86E0F">
        <w:rPr>
          <w:sz w:val="16"/>
        </w:rPr>
        <w:t xml:space="preserve"> the </w:t>
      </w:r>
      <w:r w:rsidRPr="003E0B0E">
        <w:rPr>
          <w:rStyle w:val="StyleUnderline"/>
        </w:rPr>
        <w:t>labor relations</w:t>
      </w:r>
      <w:r w:rsidRPr="00F86E0F">
        <w:rPr>
          <w:sz w:val="16"/>
        </w:rPr>
        <w:t xml:space="preserve"> of public transit authorities and their employees, </w:t>
      </w:r>
      <w:r w:rsidRPr="003E0B0E">
        <w:rPr>
          <w:rStyle w:val="StyleUnderline"/>
        </w:rPr>
        <w:t>but it conditions federal transit aid</w:t>
      </w:r>
      <w:r w:rsidRPr="00F86E0F">
        <w:rPr>
          <w:sz w:val="16"/>
        </w:rPr>
        <w:t xml:space="preserve">, in part, </w:t>
      </w:r>
      <w:r w:rsidRPr="003E0B0E">
        <w:rPr>
          <w:rStyle w:val="StyleUnderline"/>
        </w:rPr>
        <w:t>on</w:t>
      </w:r>
      <w:r w:rsidRPr="00F86E0F">
        <w:rPr>
          <w:sz w:val="16"/>
        </w:rPr>
        <w:t xml:space="preserve"> the </w:t>
      </w:r>
      <w:r w:rsidRPr="003E0B0E">
        <w:rPr>
          <w:rStyle w:val="StyleUnderline"/>
        </w:rPr>
        <w:t xml:space="preserve">continuation of </w:t>
      </w:r>
      <w:r w:rsidRPr="003E0B0E">
        <w:rPr>
          <w:rStyle w:val="Emphasis"/>
        </w:rPr>
        <w:t>collective bargaining rights</w:t>
      </w:r>
      <w:r w:rsidRPr="003E0B0E">
        <w:rPr>
          <w:rStyle w:val="StyleUnderline"/>
        </w:rPr>
        <w:t>. In setting out those rights, Congress chose not to incorporate</w:t>
      </w:r>
      <w:r w:rsidRPr="00F86E0F">
        <w:rPr>
          <w:sz w:val="16"/>
        </w:rPr>
        <w:t xml:space="preserve"> the </w:t>
      </w:r>
      <w:r w:rsidRPr="003E0B0E">
        <w:rPr>
          <w:rStyle w:val="Emphasis"/>
        </w:rPr>
        <w:t>entire</w:t>
      </w:r>
      <w:r w:rsidRPr="003E0B0E">
        <w:rPr>
          <w:rStyle w:val="StyleUnderline"/>
        </w:rPr>
        <w:t xml:space="preserve"> structure and requirements of</w:t>
      </w:r>
      <w:r w:rsidRPr="00F86E0F">
        <w:rPr>
          <w:sz w:val="16"/>
        </w:rPr>
        <w:t xml:space="preserve"> the </w:t>
      </w:r>
      <w:r w:rsidRPr="003E0B0E">
        <w:rPr>
          <w:rStyle w:val="Emphasis"/>
        </w:rPr>
        <w:t>NLRA</w:t>
      </w:r>
      <w:r w:rsidRPr="00F86E0F">
        <w:rPr>
          <w:sz w:val="16"/>
        </w:rPr>
        <w:t xml:space="preserve"> into section 13(c), for to do so would force states to choose between federal transit aid and their exclusion from the coverage of the NLRA. On the other hand, </w:t>
      </w:r>
      <w:r w:rsidRPr="003E0B0E">
        <w:rPr>
          <w:rStyle w:val="StyleUnderline"/>
        </w:rPr>
        <w:t>Congress made it clear</w:t>
      </w:r>
      <w:r w:rsidRPr="00F86E0F">
        <w:rPr>
          <w:sz w:val="16"/>
        </w:rPr>
        <w:t xml:space="preserve"> that </w:t>
      </w:r>
      <w:r w:rsidRPr="003E0B0E">
        <w:rPr>
          <w:rStyle w:val="StyleUnderline"/>
        </w:rPr>
        <w:t>federal labor policy would dictate</w:t>
      </w:r>
      <w:r w:rsidRPr="00F86E0F">
        <w:rPr>
          <w:sz w:val="16"/>
        </w:rPr>
        <w:t xml:space="preserve"> the substantive </w:t>
      </w:r>
      <w:r w:rsidRPr="003E0B0E">
        <w:rPr>
          <w:rStyle w:val="Emphasis"/>
        </w:rPr>
        <w:t>meaning</w:t>
      </w:r>
      <w:r w:rsidRPr="003E0B0E">
        <w:rPr>
          <w:rStyle w:val="StyleUnderline"/>
        </w:rPr>
        <w:t xml:space="preserve"> of collective bargaining for purposes of section 13(c). </w:t>
      </w:r>
      <w:r w:rsidRPr="00CC7BB6">
        <w:rPr>
          <w:rStyle w:val="Emphasis"/>
          <w:highlight w:val="cyan"/>
        </w:rPr>
        <w:t>"Good faith" bargaining</w:t>
      </w:r>
      <w:r w:rsidRPr="00CC7BB6">
        <w:rPr>
          <w:rStyle w:val="StyleUnderline"/>
          <w:highlight w:val="cyan"/>
        </w:rPr>
        <w:t xml:space="preserve">, to a point of </w:t>
      </w:r>
      <w:proofErr w:type="gramStart"/>
      <w:r w:rsidRPr="00CC7BB6">
        <w:rPr>
          <w:rStyle w:val="Emphasis"/>
          <w:highlight w:val="cyan"/>
        </w:rPr>
        <w:t>impasse</w:t>
      </w:r>
      <w:proofErr w:type="gramEnd"/>
      <w:r w:rsidRPr="00F86E0F">
        <w:rPr>
          <w:sz w:val="16"/>
        </w:rPr>
        <w:t xml:space="preserve"> if necessary, </w:t>
      </w:r>
      <w:r w:rsidRPr="00CC7BB6">
        <w:rPr>
          <w:rStyle w:val="StyleUnderline"/>
          <w:highlight w:val="cyan"/>
        </w:rPr>
        <w:t>over</w:t>
      </w:r>
      <w:r w:rsidRPr="003E0B0E">
        <w:rPr>
          <w:rStyle w:val="StyleUnderline"/>
        </w:rPr>
        <w:t xml:space="preserve"> wages, hours and other </w:t>
      </w:r>
      <w:r w:rsidRPr="00CC7BB6">
        <w:rPr>
          <w:rStyle w:val="StyleUnderline"/>
          <w:highlight w:val="cyan"/>
        </w:rPr>
        <w:t>terms and conditions</w:t>
      </w:r>
      <w:r w:rsidRPr="00F86E0F">
        <w:rPr>
          <w:sz w:val="16"/>
        </w:rPr>
        <w:t xml:space="preserve"> of employment </w:t>
      </w:r>
      <w:r w:rsidRPr="00CC7BB6">
        <w:rPr>
          <w:rStyle w:val="StyleUnderline"/>
          <w:highlight w:val="cyan"/>
        </w:rPr>
        <w:t xml:space="preserve">has always been the </w:t>
      </w:r>
      <w:r w:rsidRPr="00CC7BB6">
        <w:rPr>
          <w:rStyle w:val="Emphasis"/>
          <w:highlight w:val="cyan"/>
        </w:rPr>
        <w:t>essence</w:t>
      </w:r>
      <w:r w:rsidRPr="00CC7BB6">
        <w:rPr>
          <w:rStyle w:val="StyleUnderline"/>
          <w:highlight w:val="cyan"/>
        </w:rPr>
        <w:t xml:space="preserve"> of </w:t>
      </w:r>
      <w:proofErr w:type="gramStart"/>
      <w:r w:rsidRPr="00CC7BB6">
        <w:rPr>
          <w:rStyle w:val="StyleUnderline"/>
          <w:highlight w:val="cyan"/>
        </w:rPr>
        <w:t>federally-defined</w:t>
      </w:r>
      <w:proofErr w:type="gramEnd"/>
      <w:r w:rsidRPr="00CC7BB6">
        <w:rPr>
          <w:rStyle w:val="StyleUnderline"/>
          <w:highlight w:val="cyan"/>
        </w:rPr>
        <w:t xml:space="preserve"> collective bargaining rights</w:t>
      </w:r>
      <w:r w:rsidRPr="00F86E0F">
        <w:rPr>
          <w:sz w:val="16"/>
        </w:rPr>
        <w:t xml:space="preserve">; indeed, </w:t>
      </w:r>
      <w:r w:rsidRPr="00ED0983">
        <w:rPr>
          <w:sz w:val="16"/>
          <w:highlight w:val="green"/>
        </w:rPr>
        <w:t>excluding the federal sector</w:t>
      </w:r>
      <w:r w:rsidRPr="00F86E0F">
        <w:rPr>
          <w:sz w:val="16"/>
        </w:rPr>
        <w:t xml:space="preserve">, </w:t>
      </w:r>
      <w:r w:rsidRPr="00CC7BB6">
        <w:rPr>
          <w:rStyle w:val="StyleUnderline"/>
          <w:highlight w:val="cyan"/>
        </w:rPr>
        <w:t>it is the</w:t>
      </w:r>
      <w:r w:rsidRPr="00F86E0F">
        <w:rPr>
          <w:sz w:val="16"/>
        </w:rPr>
        <w:t xml:space="preserve"> almost </w:t>
      </w:r>
      <w:r w:rsidRPr="00CC7BB6">
        <w:rPr>
          <w:rStyle w:val="Emphasis"/>
          <w:highlight w:val="cyan"/>
        </w:rPr>
        <w:t>universally recognized</w:t>
      </w:r>
      <w:r w:rsidRPr="00CC7BB6">
        <w:rPr>
          <w:rStyle w:val="StyleUnderline"/>
          <w:highlight w:val="cyan"/>
        </w:rPr>
        <w:t xml:space="preserve"> definition of collective bargaining in the </w:t>
      </w:r>
      <w:r w:rsidRPr="00CC7BB6">
        <w:rPr>
          <w:rStyle w:val="Emphasis"/>
          <w:highlight w:val="cyan"/>
        </w:rPr>
        <w:t>U</w:t>
      </w:r>
      <w:r w:rsidRPr="003E0B0E">
        <w:rPr>
          <w:rStyle w:val="StyleUnderline"/>
        </w:rPr>
        <w:t xml:space="preserve">nited </w:t>
      </w:r>
      <w:r w:rsidRPr="00CC7BB6">
        <w:rPr>
          <w:rStyle w:val="Emphasis"/>
          <w:highlight w:val="cyan"/>
        </w:rPr>
        <w:t>S</w:t>
      </w:r>
      <w:r w:rsidRPr="003E0B0E">
        <w:rPr>
          <w:rStyle w:val="StyleUnderline"/>
        </w:rPr>
        <w:t>tates</w:t>
      </w:r>
      <w:r w:rsidRPr="00F86E0F">
        <w:rPr>
          <w:sz w:val="16"/>
        </w:rPr>
        <w:t>.</w:t>
      </w:r>
    </w:p>
    <w:p w14:paraId="32B89152" w14:textId="77777777" w:rsidR="0089168F" w:rsidRPr="008E7A99" w:rsidRDefault="0089168F" w:rsidP="0089168F"/>
    <w:p w14:paraId="324D7E57" w14:textId="0E02ACDE" w:rsidR="0089168F" w:rsidRDefault="0089168F">
      <w:pPr>
        <w:pStyle w:val="Heading3"/>
      </w:pPr>
      <w:r>
        <w:t>AT: Kitagawa---2NC</w:t>
      </w:r>
    </w:p>
    <w:p w14:paraId="1E3A1564" w14:textId="77777777" w:rsidR="0089168F" w:rsidRDefault="0089168F" w:rsidP="0089168F">
      <w:pPr>
        <w:pStyle w:val="Heading4"/>
      </w:pPr>
      <w:r w:rsidRPr="005049BB">
        <w:rPr>
          <w:u w:val="single"/>
        </w:rPr>
        <w:t>Predictability</w:t>
      </w:r>
      <w:r>
        <w:t xml:space="preserve">. ‘Strengthen collective bargaining’ can mean </w:t>
      </w:r>
      <w:proofErr w:type="gramStart"/>
      <w:r>
        <w:t xml:space="preserve">to </w:t>
      </w:r>
      <w:r w:rsidRPr="00570E0F">
        <w:rPr>
          <w:u w:val="single"/>
        </w:rPr>
        <w:t>create</w:t>
      </w:r>
      <w:proofErr w:type="gramEnd"/>
      <w:r>
        <w:t>.</w:t>
      </w:r>
    </w:p>
    <w:p w14:paraId="248B313E" w14:textId="77777777" w:rsidR="0089168F" w:rsidRPr="00570E0F" w:rsidRDefault="0089168F" w:rsidP="0089168F">
      <w:r w:rsidRPr="00570E0F">
        <w:rPr>
          <w:lang w:val="it-IT"/>
        </w:rPr>
        <w:t xml:space="preserve">Kota </w:t>
      </w:r>
      <w:r w:rsidRPr="00570E0F">
        <w:rPr>
          <w:rStyle w:val="Style13ptBold"/>
          <w:lang w:val="it-IT"/>
        </w:rPr>
        <w:t>Kitagawa &amp;</w:t>
      </w:r>
      <w:r w:rsidRPr="00570E0F">
        <w:rPr>
          <w:lang w:val="it-IT"/>
        </w:rPr>
        <w:t xml:space="preserve"> Arata </w:t>
      </w:r>
      <w:r w:rsidRPr="00570E0F">
        <w:rPr>
          <w:rStyle w:val="Style13ptBold"/>
          <w:lang w:val="it-IT"/>
        </w:rPr>
        <w:t>Uemura 13</w:t>
      </w:r>
      <w:r w:rsidRPr="00570E0F">
        <w:rPr>
          <w:lang w:val="it-IT"/>
        </w:rPr>
        <w:t xml:space="preserve">. </w:t>
      </w:r>
      <w:r w:rsidRPr="00F675AB">
        <w:rPr>
          <w:lang w:val="it-IT"/>
        </w:rPr>
        <w:t xml:space="preserve">M.A. Candidate at Kyoto University. </w:t>
      </w:r>
      <w:r w:rsidRPr="00570E0F">
        <w:t>J.D. Candidate at Kyoto University</w:t>
      </w:r>
      <w:r>
        <w:t>. “</w:t>
      </w:r>
      <w:r w:rsidRPr="00570E0F">
        <w:t>General statutory minimum wage debate in Germany: Degrees of political intervention in collective bargaining autonomy</w:t>
      </w:r>
      <w:r>
        <w:t xml:space="preserve">.” </w:t>
      </w:r>
      <w:r w:rsidRPr="00570E0F">
        <w:rPr>
          <w:i/>
          <w:iCs/>
        </w:rPr>
        <w:t>The Kyoto Economic Review</w:t>
      </w:r>
      <w:r>
        <w:t xml:space="preserve">, Vol. 82, No. 1/2, pp. 59-91. </w:t>
      </w:r>
      <w:r w:rsidRPr="00570E0F">
        <w:t>https://www.jstor.org/stable/24898512</w:t>
      </w:r>
    </w:p>
    <w:p w14:paraId="0AECCB9A" w14:textId="77777777" w:rsidR="0089168F" w:rsidRPr="007D6AE0" w:rsidRDefault="0089168F" w:rsidP="0089168F">
      <w:r w:rsidRPr="00E0084B">
        <w:t xml:space="preserve">Moreover, outside the focus of this </w:t>
      </w:r>
      <w:proofErr w:type="gramStart"/>
      <w:r w:rsidRPr="00E0084B">
        <w:t>article—</w:t>
      </w:r>
      <w:proofErr w:type="gramEnd"/>
      <w:r w:rsidRPr="00E0084B">
        <w:t xml:space="preserve">namely, the process of </w:t>
      </w:r>
      <w:proofErr w:type="gramStart"/>
      <w:r w:rsidRPr="00E0084B">
        <w:t xml:space="preserve">con </w:t>
      </w:r>
      <w:proofErr w:type="spellStart"/>
      <w:r w:rsidRPr="00E0084B">
        <w:t>flict</w:t>
      </w:r>
      <w:proofErr w:type="spellEnd"/>
      <w:proofErr w:type="gramEnd"/>
      <w:r w:rsidRPr="00E0084B">
        <w:t xml:space="preserve"> and compromise, until the 2013 coalitional agreement—</w:t>
      </w:r>
      <w:r w:rsidRPr="002E5D45">
        <w:rPr>
          <w:highlight w:val="green"/>
        </w:rPr>
        <w:t xml:space="preserve">the legislative bill containing general minimum-wage law was considered an act that would </w:t>
      </w:r>
      <w:r w:rsidRPr="002E5D45">
        <w:rPr>
          <w:rStyle w:val="StyleUnderline"/>
          <w:highlight w:val="green"/>
        </w:rPr>
        <w:t>"</w:t>
      </w:r>
      <w:r w:rsidRPr="002E5D45">
        <w:rPr>
          <w:rStyle w:val="Emphasis"/>
          <w:highlight w:val="green"/>
        </w:rPr>
        <w:t>strengthen</w:t>
      </w:r>
      <w:r w:rsidRPr="002E5D45">
        <w:rPr>
          <w:rStyle w:val="StyleUnderline"/>
          <w:highlight w:val="green"/>
        </w:rPr>
        <w:t xml:space="preserve"> the </w:t>
      </w:r>
      <w:r w:rsidRPr="002E5D45">
        <w:rPr>
          <w:rStyle w:val="Emphasis"/>
          <w:highlight w:val="green"/>
        </w:rPr>
        <w:t>collective bargaining</w:t>
      </w:r>
      <w:r w:rsidRPr="002E5D45">
        <w:rPr>
          <w:highlight w:val="green"/>
        </w:rPr>
        <w:t xml:space="preserve"> autonomy</w:t>
      </w:r>
      <w:r w:rsidRPr="00E0084B">
        <w:t xml:space="preserve">." </w:t>
      </w:r>
      <w:r w:rsidRPr="002E5D45">
        <w:rPr>
          <w:rStyle w:val="StyleUnderline"/>
          <w:highlight w:val="green"/>
        </w:rPr>
        <w:t>Concrete definitions of the term "</w:t>
      </w:r>
      <w:r w:rsidRPr="002E5D45">
        <w:rPr>
          <w:rStyle w:val="Emphasis"/>
          <w:highlight w:val="green"/>
        </w:rPr>
        <w:t>strengthen</w:t>
      </w:r>
      <w:r w:rsidRPr="002E5D45">
        <w:rPr>
          <w:rStyle w:val="StyleUnderline"/>
          <w:highlight w:val="green"/>
        </w:rPr>
        <w:t xml:space="preserve">" mainly connote the </w:t>
      </w:r>
      <w:r w:rsidRPr="002E5D45">
        <w:rPr>
          <w:rStyle w:val="Emphasis"/>
          <w:highlight w:val="green"/>
        </w:rPr>
        <w:t>creation</w:t>
      </w:r>
      <w:r w:rsidRPr="002E5D45">
        <w:rPr>
          <w:rStyle w:val="StyleUnderline"/>
          <w:highlight w:val="green"/>
        </w:rPr>
        <w:t xml:space="preserve"> of a framework of collective bargaining</w:t>
      </w:r>
      <w:r w:rsidRPr="002E5D45">
        <w:rPr>
          <w:highlight w:val="green"/>
        </w:rPr>
        <w:t xml:space="preserve"> that would set the general minimum wage and abolish the requirement of "50%"</w:t>
      </w:r>
      <w:r w:rsidRPr="00E0084B">
        <w:t xml:space="preserve"> of AVE in TVG.15 In this act that would strengthen collective bargaining autonomy, the state should not be seen as a "decision-making entity" that would prejudice autonomy (Yamamoto, 2014, p. 37),36 but rather a "capacitating framework" that would enable employers and employees to revamp a loose-bottomed system of industrial relations. Therefore, we consider the act a revamped legal foundation with respect to autonomy.</w:t>
      </w:r>
    </w:p>
    <w:p w14:paraId="4D931283" w14:textId="77777777" w:rsidR="0089168F" w:rsidRPr="0089168F" w:rsidRDefault="0089168F" w:rsidP="0089168F"/>
    <w:p w14:paraId="7A28DF0A" w14:textId="77777777" w:rsidR="0089168F" w:rsidRDefault="0089168F" w:rsidP="0089168F">
      <w:pPr>
        <w:pStyle w:val="Heading3"/>
      </w:pPr>
    </w:p>
    <w:p w14:paraId="1F25C546" w14:textId="35EA576E" w:rsidR="0089168F" w:rsidRDefault="0089168F" w:rsidP="0089168F">
      <w:pPr>
        <w:pStyle w:val="Heading3"/>
      </w:pPr>
      <w:r>
        <w:t>Limits---Exemptions---2NC</w:t>
      </w:r>
    </w:p>
    <w:p w14:paraId="070DCF52" w14:textId="77777777" w:rsidR="0089168F" w:rsidRDefault="0089168F" w:rsidP="0089168F">
      <w:pPr>
        <w:pStyle w:val="Heading4"/>
      </w:pPr>
      <w:r>
        <w:t xml:space="preserve">There are </w:t>
      </w:r>
      <w:r w:rsidRPr="00E97541">
        <w:rPr>
          <w:u w:val="single"/>
        </w:rPr>
        <w:t>tons</w:t>
      </w:r>
      <w:r>
        <w:t xml:space="preserve"> of categories of workers </w:t>
      </w:r>
      <w:r>
        <w:rPr>
          <w:u w:val="single"/>
        </w:rPr>
        <w:t>exempted</w:t>
      </w:r>
      <w:r>
        <w:t xml:space="preserve"> from the NLRA now. </w:t>
      </w:r>
    </w:p>
    <w:p w14:paraId="37D73BCE" w14:textId="77777777" w:rsidR="0089168F" w:rsidRPr="00206B1F" w:rsidRDefault="0089168F" w:rsidP="0089168F">
      <w:pPr>
        <w:rPr>
          <w:rStyle w:val="Style13ptBold"/>
        </w:rPr>
      </w:pPr>
      <w:r>
        <w:rPr>
          <w:rStyle w:val="Style13ptBold"/>
        </w:rPr>
        <w:t>CLJE</w:t>
      </w:r>
      <w:r w:rsidRPr="00206B1F">
        <w:rPr>
          <w:rStyle w:val="Style13ptBold"/>
        </w:rPr>
        <w:t xml:space="preserve"> 24</w:t>
      </w:r>
      <w:r w:rsidRPr="00F63267">
        <w:t xml:space="preserve"> </w:t>
      </w:r>
      <w:r>
        <w:t xml:space="preserve">– Harvard Law School’s hub for labor policy research and innovation. Executive Director, Sharon Block, is a professor at Harvard Law School with a J.D. from Georgetown.   </w:t>
      </w:r>
    </w:p>
    <w:p w14:paraId="571E1E75" w14:textId="77777777" w:rsidR="0089168F" w:rsidRPr="00206B1F" w:rsidRDefault="0089168F" w:rsidP="0089168F">
      <w:proofErr w:type="spellStart"/>
      <w:proofErr w:type="gramStart"/>
      <w:r>
        <w:t>CLJE:Lab</w:t>
      </w:r>
      <w:proofErr w:type="spellEnd"/>
      <w:proofErr w:type="gramEnd"/>
      <w:r>
        <w:t>, “Building Worker Power in Cities &amp; States: Workers Excluded from the NLRA,” Center for Labor and a Just Economy, Harvard Law School, 09/01/2024, https://clje.law.harvard.edu/publication/building-worker-power-in-cities-states/workers-excluded-from-the-nlra/</w:t>
      </w:r>
    </w:p>
    <w:p w14:paraId="3983596D" w14:textId="77777777" w:rsidR="0089168F" w:rsidRDefault="0089168F" w:rsidP="0089168F">
      <w:pPr>
        <w:rPr>
          <w:sz w:val="16"/>
        </w:rPr>
      </w:pPr>
      <w:r w:rsidRPr="00D0303E">
        <w:rPr>
          <w:rStyle w:val="StyleUnderline"/>
          <w:highlight w:val="green"/>
        </w:rPr>
        <w:t>The NLRA</w:t>
      </w:r>
      <w:r w:rsidRPr="00C420B2">
        <w:rPr>
          <w:rStyle w:val="StyleUnderline"/>
        </w:rPr>
        <w:t xml:space="preserve"> has been criticized for excluding large categories of workers</w:t>
      </w:r>
      <w:r w:rsidRPr="00C420B2">
        <w:rPr>
          <w:sz w:val="16"/>
        </w:rPr>
        <w:t xml:space="preserve">, some of whom are those most in need of labor law </w:t>
      </w:r>
      <w:proofErr w:type="gramStart"/>
      <w:r w:rsidRPr="00C420B2">
        <w:rPr>
          <w:sz w:val="16"/>
        </w:rPr>
        <w:t>protections</w:t>
      </w:r>
      <w:proofErr w:type="gramEnd"/>
      <w:r w:rsidRPr="00C420B2">
        <w:rPr>
          <w:sz w:val="16"/>
        </w:rPr>
        <w:t xml:space="preserve">. </w:t>
      </w:r>
      <w:r w:rsidRPr="00C420B2">
        <w:rPr>
          <w:rStyle w:val="StyleUnderline"/>
        </w:rPr>
        <w:t xml:space="preserve">The statute explicitly </w:t>
      </w:r>
      <w:r w:rsidRPr="00D0303E">
        <w:rPr>
          <w:rStyle w:val="StyleUnderline"/>
          <w:highlight w:val="green"/>
        </w:rPr>
        <w:t xml:space="preserve">excludes </w:t>
      </w:r>
      <w:r w:rsidRPr="00D0303E">
        <w:rPr>
          <w:rStyle w:val="Emphasis"/>
          <w:highlight w:val="green"/>
        </w:rPr>
        <w:t>public</w:t>
      </w:r>
      <w:r w:rsidRPr="00D0303E">
        <w:rPr>
          <w:rStyle w:val="StyleUnderline"/>
          <w:highlight w:val="green"/>
        </w:rPr>
        <w:t xml:space="preserve"> employees</w:t>
      </w:r>
      <w:r w:rsidRPr="00C420B2">
        <w:rPr>
          <w:sz w:val="16"/>
        </w:rPr>
        <w:t xml:space="preserve">,1 </w:t>
      </w:r>
      <w:r w:rsidRPr="00D0303E">
        <w:rPr>
          <w:rStyle w:val="Emphasis"/>
          <w:highlight w:val="green"/>
        </w:rPr>
        <w:t>supervisors</w:t>
      </w:r>
      <w:r w:rsidRPr="00C420B2">
        <w:rPr>
          <w:sz w:val="16"/>
        </w:rPr>
        <w:t xml:space="preserve">, </w:t>
      </w:r>
      <w:r w:rsidRPr="00D0303E">
        <w:rPr>
          <w:rStyle w:val="Emphasis"/>
          <w:highlight w:val="green"/>
        </w:rPr>
        <w:t>ag</w:t>
      </w:r>
      <w:r w:rsidRPr="00C420B2">
        <w:rPr>
          <w:rStyle w:val="StyleUnderline"/>
        </w:rPr>
        <w:t>ricultural workers</w:t>
      </w:r>
      <w:r w:rsidRPr="00C420B2">
        <w:rPr>
          <w:sz w:val="16"/>
        </w:rPr>
        <w:t xml:space="preserve">, </w:t>
      </w:r>
      <w:r w:rsidRPr="00D0303E">
        <w:rPr>
          <w:rStyle w:val="Emphasis"/>
          <w:highlight w:val="green"/>
        </w:rPr>
        <w:t>domestic</w:t>
      </w:r>
      <w:r w:rsidRPr="00D0303E">
        <w:rPr>
          <w:rStyle w:val="StyleUnderline"/>
          <w:highlight w:val="green"/>
        </w:rPr>
        <w:t xml:space="preserve"> workers</w:t>
      </w:r>
      <w:r w:rsidRPr="00C420B2">
        <w:rPr>
          <w:sz w:val="16"/>
        </w:rPr>
        <w:t xml:space="preserve">, </w:t>
      </w:r>
      <w:r w:rsidRPr="00C420B2">
        <w:rPr>
          <w:rStyle w:val="StyleUnderline"/>
        </w:rPr>
        <w:t xml:space="preserve">independent </w:t>
      </w:r>
      <w:r w:rsidRPr="00D0303E">
        <w:rPr>
          <w:rStyle w:val="Emphasis"/>
          <w:highlight w:val="green"/>
        </w:rPr>
        <w:t>contractors</w:t>
      </w:r>
      <w:r w:rsidRPr="00C420B2">
        <w:rPr>
          <w:sz w:val="16"/>
        </w:rPr>
        <w:t xml:space="preserve">, </w:t>
      </w:r>
      <w:r w:rsidRPr="00C420B2">
        <w:rPr>
          <w:rStyle w:val="StyleUnderline"/>
        </w:rPr>
        <w:t xml:space="preserve">employees covered by the </w:t>
      </w:r>
      <w:r w:rsidRPr="00D0303E">
        <w:rPr>
          <w:rStyle w:val="Emphasis"/>
          <w:highlight w:val="green"/>
        </w:rPr>
        <w:t>Railway</w:t>
      </w:r>
      <w:r w:rsidRPr="00C420B2">
        <w:rPr>
          <w:rStyle w:val="StyleUnderline"/>
        </w:rPr>
        <w:t xml:space="preserve"> Labor Act</w:t>
      </w:r>
      <w:r w:rsidRPr="00C420B2">
        <w:rPr>
          <w:sz w:val="16"/>
        </w:rPr>
        <w:t xml:space="preserve">, </w:t>
      </w:r>
      <w:r w:rsidRPr="00C420B2">
        <w:rPr>
          <w:rStyle w:val="StyleUnderline"/>
        </w:rPr>
        <w:t>and</w:t>
      </w:r>
      <w:r w:rsidRPr="00C420B2">
        <w:rPr>
          <w:sz w:val="16"/>
        </w:rPr>
        <w:t xml:space="preserve"> “</w:t>
      </w:r>
      <w:r w:rsidRPr="00C420B2">
        <w:rPr>
          <w:rStyle w:val="StyleUnderline"/>
        </w:rPr>
        <w:t xml:space="preserve">any individual employed by his </w:t>
      </w:r>
      <w:r w:rsidRPr="00D0303E">
        <w:rPr>
          <w:rStyle w:val="Emphasis"/>
        </w:rPr>
        <w:t>parent</w:t>
      </w:r>
      <w:r w:rsidRPr="00D0303E">
        <w:rPr>
          <w:rStyle w:val="StyleUnderline"/>
        </w:rPr>
        <w:t xml:space="preserve"> or </w:t>
      </w:r>
      <w:r w:rsidRPr="00D0303E">
        <w:rPr>
          <w:rStyle w:val="Emphasis"/>
        </w:rPr>
        <w:t>spouse</w:t>
      </w:r>
      <w:r w:rsidRPr="00C420B2">
        <w:rPr>
          <w:sz w:val="16"/>
        </w:rPr>
        <w:t xml:space="preserve">.”2 </w:t>
      </w:r>
      <w:r w:rsidRPr="00C420B2">
        <w:rPr>
          <w:rStyle w:val="StyleUnderline"/>
        </w:rPr>
        <w:t>Numerous other workers are partially or completely excluded</w:t>
      </w:r>
      <w:r w:rsidRPr="00C420B2">
        <w:rPr>
          <w:sz w:val="16"/>
        </w:rPr>
        <w:t xml:space="preserve"> from the Act’s coverage, </w:t>
      </w:r>
      <w:r w:rsidRPr="00C420B2">
        <w:rPr>
          <w:rStyle w:val="StyleUnderline"/>
        </w:rPr>
        <w:t xml:space="preserve">including </w:t>
      </w:r>
      <w:r w:rsidRPr="00D0303E">
        <w:rPr>
          <w:rStyle w:val="Emphasis"/>
          <w:highlight w:val="green"/>
        </w:rPr>
        <w:t>rehabilitation</w:t>
      </w:r>
      <w:r w:rsidRPr="00C420B2">
        <w:rPr>
          <w:rStyle w:val="StyleUnderline"/>
        </w:rPr>
        <w:t xml:space="preserve"> workers</w:t>
      </w:r>
      <w:r w:rsidRPr="00C420B2">
        <w:rPr>
          <w:sz w:val="16"/>
        </w:rPr>
        <w:t xml:space="preserve">, </w:t>
      </w:r>
      <w:r w:rsidRPr="00D0303E">
        <w:rPr>
          <w:rStyle w:val="Emphasis"/>
          <w:highlight w:val="green"/>
        </w:rPr>
        <w:t>incarcerated</w:t>
      </w:r>
      <w:r w:rsidRPr="00C420B2">
        <w:rPr>
          <w:rStyle w:val="StyleUnderline"/>
        </w:rPr>
        <w:t xml:space="preserve"> workers</w:t>
      </w:r>
      <w:r w:rsidRPr="00C420B2">
        <w:rPr>
          <w:sz w:val="16"/>
        </w:rPr>
        <w:t xml:space="preserve">, and certain </w:t>
      </w:r>
      <w:r w:rsidRPr="00D0303E">
        <w:rPr>
          <w:rStyle w:val="Emphasis"/>
          <w:highlight w:val="green"/>
        </w:rPr>
        <w:t>student</w:t>
      </w:r>
      <w:r w:rsidRPr="00C420B2">
        <w:rPr>
          <w:rStyle w:val="StyleUnderline"/>
        </w:rPr>
        <w:t xml:space="preserve"> workers</w:t>
      </w:r>
      <w:r w:rsidRPr="00C420B2">
        <w:rPr>
          <w:sz w:val="16"/>
        </w:rPr>
        <w:t xml:space="preserve">. </w:t>
      </w:r>
      <w:r w:rsidRPr="00D0303E">
        <w:rPr>
          <w:rStyle w:val="StyleUnderline"/>
          <w:highlight w:val="green"/>
        </w:rPr>
        <w:t>And</w:t>
      </w:r>
      <w:r w:rsidRPr="00C420B2">
        <w:rPr>
          <w:sz w:val="16"/>
        </w:rPr>
        <w:t xml:space="preserve"> while immigration status by itself does not preclude coverage under the Act, </w:t>
      </w:r>
      <w:r w:rsidRPr="00D0303E">
        <w:rPr>
          <w:rStyle w:val="Emphasis"/>
          <w:highlight w:val="green"/>
        </w:rPr>
        <w:t>undocumented</w:t>
      </w:r>
      <w:r w:rsidRPr="00D0303E">
        <w:rPr>
          <w:rStyle w:val="StyleUnderline"/>
          <w:highlight w:val="green"/>
        </w:rPr>
        <w:t xml:space="preserve"> workers</w:t>
      </w:r>
      <w:r w:rsidRPr="00C420B2">
        <w:rPr>
          <w:sz w:val="16"/>
        </w:rPr>
        <w:t xml:space="preserve"> are not entitled to </w:t>
      </w:r>
      <w:proofErr w:type="gramStart"/>
      <w:r w:rsidRPr="00C420B2">
        <w:rPr>
          <w:sz w:val="16"/>
        </w:rPr>
        <w:t>all of</w:t>
      </w:r>
      <w:proofErr w:type="gramEnd"/>
      <w:r w:rsidRPr="00C420B2">
        <w:rPr>
          <w:sz w:val="16"/>
        </w:rPr>
        <w:t xml:space="preserve"> its remedies.</w:t>
      </w:r>
    </w:p>
    <w:p w14:paraId="7F0A8C27" w14:textId="77777777" w:rsidR="0089168F" w:rsidRPr="00DD2BAB" w:rsidRDefault="0089168F" w:rsidP="0089168F">
      <w:pPr>
        <w:pStyle w:val="Heading4"/>
      </w:pPr>
      <w:r>
        <w:t xml:space="preserve">Literally </w:t>
      </w:r>
      <w:r>
        <w:rPr>
          <w:u w:val="single"/>
        </w:rPr>
        <w:t>any person</w:t>
      </w:r>
      <w:r>
        <w:t xml:space="preserve"> who’s not an </w:t>
      </w:r>
      <w:r>
        <w:rPr>
          <w:u w:val="single"/>
        </w:rPr>
        <w:t>employee</w:t>
      </w:r>
      <w:r>
        <w:t xml:space="preserve"> is currently exempted. They make </w:t>
      </w:r>
      <w:r>
        <w:rPr>
          <w:u w:val="single"/>
        </w:rPr>
        <w:t>each of those</w:t>
      </w:r>
      <w:r>
        <w:t xml:space="preserve"> affs.</w:t>
      </w:r>
    </w:p>
    <w:p w14:paraId="52AFA10A" w14:textId="77777777" w:rsidR="0089168F" w:rsidRPr="00EC4B0D" w:rsidRDefault="0089168F" w:rsidP="0089168F">
      <w:r>
        <w:t xml:space="preserve">Legal Information Institute, </w:t>
      </w:r>
      <w:r w:rsidRPr="00EC4B0D">
        <w:rPr>
          <w:rStyle w:val="Style13ptBold"/>
        </w:rPr>
        <w:t>Cornell Law</w:t>
      </w:r>
      <w:r>
        <w:t>.</w:t>
      </w:r>
    </w:p>
    <w:p w14:paraId="36C1D3A0" w14:textId="77777777" w:rsidR="0089168F" w:rsidRDefault="0089168F" w:rsidP="0089168F">
      <w:r>
        <w:t>“29 CFR § 471.4 - What employers are not covered under this part?” Legal Information Institute, Cornell Law School, no date, https://www.law.cornell.edu/cfr/text/29/471.4</w:t>
      </w:r>
    </w:p>
    <w:p w14:paraId="44E0768B" w14:textId="77777777" w:rsidR="0089168F" w:rsidRPr="00FF7755" w:rsidRDefault="0089168F" w:rsidP="0089168F">
      <w:pPr>
        <w:rPr>
          <w:sz w:val="16"/>
        </w:rPr>
      </w:pPr>
      <w:r w:rsidRPr="00FF7755">
        <w:rPr>
          <w:sz w:val="16"/>
        </w:rPr>
        <w:t>§ 471.4 What employers are not covered under this part?</w:t>
      </w:r>
    </w:p>
    <w:p w14:paraId="72308F08" w14:textId="77777777" w:rsidR="0089168F" w:rsidRPr="00FF7755" w:rsidRDefault="0089168F" w:rsidP="0089168F">
      <w:pPr>
        <w:rPr>
          <w:sz w:val="16"/>
        </w:rPr>
      </w:pPr>
      <w:r w:rsidRPr="00FF7755">
        <w:rPr>
          <w:sz w:val="16"/>
        </w:rPr>
        <w:t>(a) The following employers are excluded from the definition of “employer” in the National Labor Relations Act (NLRA), and are not covered by the requirements of this part:</w:t>
      </w:r>
    </w:p>
    <w:p w14:paraId="4BEC0C42" w14:textId="77777777" w:rsidR="0089168F" w:rsidRPr="00FF7755" w:rsidRDefault="0089168F" w:rsidP="0089168F">
      <w:pPr>
        <w:rPr>
          <w:sz w:val="16"/>
        </w:rPr>
      </w:pPr>
      <w:r w:rsidRPr="00FF7755">
        <w:rPr>
          <w:sz w:val="16"/>
        </w:rPr>
        <w:t xml:space="preserve">(1) The United States or any wholly owned Government </w:t>
      </w:r>
      <w:proofErr w:type="gramStart"/>
      <w:r w:rsidRPr="00FF7755">
        <w:rPr>
          <w:sz w:val="16"/>
        </w:rPr>
        <w:t>corporation;</w:t>
      </w:r>
      <w:proofErr w:type="gramEnd"/>
    </w:p>
    <w:p w14:paraId="399F1E9D" w14:textId="77777777" w:rsidR="0089168F" w:rsidRPr="00FF7755" w:rsidRDefault="0089168F" w:rsidP="0089168F">
      <w:pPr>
        <w:rPr>
          <w:sz w:val="16"/>
        </w:rPr>
      </w:pPr>
      <w:r w:rsidRPr="00FF7755">
        <w:rPr>
          <w:sz w:val="16"/>
        </w:rPr>
        <w:t xml:space="preserve">(2) Any Federal Reserve </w:t>
      </w:r>
      <w:proofErr w:type="gramStart"/>
      <w:r w:rsidRPr="00FF7755">
        <w:rPr>
          <w:sz w:val="16"/>
        </w:rPr>
        <w:t>Bank;</w:t>
      </w:r>
      <w:proofErr w:type="gramEnd"/>
    </w:p>
    <w:p w14:paraId="28663053" w14:textId="77777777" w:rsidR="0089168F" w:rsidRPr="00FF7755" w:rsidRDefault="0089168F" w:rsidP="0089168F">
      <w:pPr>
        <w:rPr>
          <w:sz w:val="16"/>
        </w:rPr>
      </w:pPr>
      <w:r w:rsidRPr="00FF7755">
        <w:rPr>
          <w:sz w:val="16"/>
        </w:rPr>
        <w:t xml:space="preserve">(3) Any State or political subdivision </w:t>
      </w:r>
      <w:proofErr w:type="gramStart"/>
      <w:r w:rsidRPr="00FF7755">
        <w:rPr>
          <w:sz w:val="16"/>
        </w:rPr>
        <w:t>thereof;</w:t>
      </w:r>
      <w:proofErr w:type="gramEnd"/>
    </w:p>
    <w:p w14:paraId="735897F9" w14:textId="77777777" w:rsidR="0089168F" w:rsidRPr="00FF7755" w:rsidRDefault="0089168F" w:rsidP="0089168F">
      <w:pPr>
        <w:rPr>
          <w:sz w:val="16"/>
        </w:rPr>
      </w:pPr>
      <w:r w:rsidRPr="00FF7755">
        <w:rPr>
          <w:sz w:val="16"/>
        </w:rPr>
        <w:t xml:space="preserve">(4) Any person subject to the Railway Labor </w:t>
      </w:r>
      <w:proofErr w:type="gramStart"/>
      <w:r w:rsidRPr="00FF7755">
        <w:rPr>
          <w:sz w:val="16"/>
        </w:rPr>
        <w:t>Act;</w:t>
      </w:r>
      <w:proofErr w:type="gramEnd"/>
    </w:p>
    <w:p w14:paraId="28CB11A9" w14:textId="77777777" w:rsidR="0089168F" w:rsidRPr="00FF7755" w:rsidRDefault="0089168F" w:rsidP="0089168F">
      <w:pPr>
        <w:rPr>
          <w:sz w:val="16"/>
        </w:rPr>
      </w:pPr>
      <w:r w:rsidRPr="00FF7755">
        <w:rPr>
          <w:sz w:val="16"/>
        </w:rPr>
        <w:t>(5) Any labor organization (other than when acting as an employer); or</w:t>
      </w:r>
    </w:p>
    <w:p w14:paraId="117150F2" w14:textId="77777777" w:rsidR="0089168F" w:rsidRPr="00FF7755" w:rsidRDefault="0089168F" w:rsidP="0089168F">
      <w:pPr>
        <w:rPr>
          <w:sz w:val="16"/>
        </w:rPr>
      </w:pPr>
      <w:r w:rsidRPr="00FF7755">
        <w:rPr>
          <w:sz w:val="16"/>
        </w:rPr>
        <w:t>(6) Anyone acting in the capacity of officer or agent of such labor organization.</w:t>
      </w:r>
    </w:p>
    <w:p w14:paraId="433B1181" w14:textId="77777777" w:rsidR="0089168F" w:rsidRPr="00FF7755" w:rsidRDefault="0089168F" w:rsidP="0089168F">
      <w:pPr>
        <w:rPr>
          <w:sz w:val="16"/>
        </w:rPr>
      </w:pPr>
      <w:r w:rsidRPr="00FF7755">
        <w:rPr>
          <w:sz w:val="16"/>
        </w:rPr>
        <w:t xml:space="preserve">(b) Additionally, employers exclusively employing workers who are excluded from the definition of “employee” </w:t>
      </w:r>
      <w:r w:rsidRPr="00EC4B0D">
        <w:rPr>
          <w:rStyle w:val="StyleUnderline"/>
          <w:highlight w:val="green"/>
        </w:rPr>
        <w:t xml:space="preserve">under the </w:t>
      </w:r>
      <w:r w:rsidRPr="00EC4B0D">
        <w:rPr>
          <w:rStyle w:val="Emphasis"/>
          <w:highlight w:val="green"/>
        </w:rPr>
        <w:t>NLRA</w:t>
      </w:r>
      <w:r w:rsidRPr="00FF7755">
        <w:rPr>
          <w:sz w:val="16"/>
        </w:rPr>
        <w:t xml:space="preserve"> are not covered by the requirements of this part. </w:t>
      </w:r>
      <w:r w:rsidRPr="00FF7755">
        <w:rPr>
          <w:rStyle w:val="StyleUnderline"/>
        </w:rPr>
        <w:t xml:space="preserve">Those </w:t>
      </w:r>
      <w:r w:rsidRPr="00EC4B0D">
        <w:rPr>
          <w:rStyle w:val="Emphasis"/>
          <w:highlight w:val="green"/>
        </w:rPr>
        <w:t>excluded employees</w:t>
      </w:r>
      <w:r w:rsidRPr="00EC4B0D">
        <w:rPr>
          <w:rStyle w:val="StyleUnderline"/>
          <w:highlight w:val="green"/>
        </w:rPr>
        <w:t xml:space="preserve"> </w:t>
      </w:r>
      <w:r w:rsidRPr="00EC4B0D">
        <w:rPr>
          <w:rStyle w:val="Emphasis"/>
          <w:highlight w:val="green"/>
        </w:rPr>
        <w:t>are</w:t>
      </w:r>
      <w:r w:rsidRPr="00EC4B0D">
        <w:rPr>
          <w:rStyle w:val="StyleUnderline"/>
          <w:highlight w:val="green"/>
        </w:rPr>
        <w:t xml:space="preserve"> employed</w:t>
      </w:r>
      <w:r w:rsidRPr="00FF7755">
        <w:rPr>
          <w:rStyle w:val="StyleUnderline"/>
        </w:rPr>
        <w:t>:</w:t>
      </w:r>
    </w:p>
    <w:p w14:paraId="4C1B678A" w14:textId="77777777" w:rsidR="0089168F" w:rsidRPr="00EC4B0D" w:rsidRDefault="0089168F" w:rsidP="0089168F">
      <w:pPr>
        <w:rPr>
          <w:sz w:val="16"/>
        </w:rPr>
      </w:pPr>
      <w:r w:rsidRPr="00FF7755">
        <w:rPr>
          <w:sz w:val="16"/>
        </w:rPr>
        <w:t>(1</w:t>
      </w:r>
      <w:r w:rsidRPr="00EC4B0D">
        <w:rPr>
          <w:sz w:val="16"/>
        </w:rPr>
        <w:t xml:space="preserve">) </w:t>
      </w:r>
      <w:r w:rsidRPr="00EC4B0D">
        <w:rPr>
          <w:rStyle w:val="StyleUnderline"/>
        </w:rPr>
        <w:t xml:space="preserve">As </w:t>
      </w:r>
      <w:r w:rsidRPr="00EC4B0D">
        <w:rPr>
          <w:rStyle w:val="Emphasis"/>
        </w:rPr>
        <w:t>ag</w:t>
      </w:r>
      <w:r w:rsidRPr="00EC4B0D">
        <w:rPr>
          <w:rStyle w:val="StyleUnderline"/>
        </w:rPr>
        <w:t xml:space="preserve">ricultural </w:t>
      </w:r>
      <w:proofErr w:type="gramStart"/>
      <w:r w:rsidRPr="00EC4B0D">
        <w:rPr>
          <w:rStyle w:val="StyleUnderline"/>
        </w:rPr>
        <w:t>laborers</w:t>
      </w:r>
      <w:r w:rsidRPr="00EC4B0D">
        <w:rPr>
          <w:sz w:val="16"/>
        </w:rPr>
        <w:t>;</w:t>
      </w:r>
      <w:proofErr w:type="gramEnd"/>
    </w:p>
    <w:p w14:paraId="526005A1" w14:textId="77777777" w:rsidR="0089168F" w:rsidRPr="00FF7755" w:rsidRDefault="0089168F" w:rsidP="0089168F">
      <w:pPr>
        <w:rPr>
          <w:sz w:val="16"/>
        </w:rPr>
      </w:pPr>
      <w:r w:rsidRPr="00EC4B0D">
        <w:rPr>
          <w:sz w:val="16"/>
        </w:rPr>
        <w:t xml:space="preserve">(2) </w:t>
      </w:r>
      <w:r w:rsidRPr="00EC4B0D">
        <w:rPr>
          <w:rStyle w:val="StyleUnderline"/>
        </w:rPr>
        <w:t xml:space="preserve">In the </w:t>
      </w:r>
      <w:r w:rsidRPr="00EC4B0D">
        <w:rPr>
          <w:rStyle w:val="Emphasis"/>
        </w:rPr>
        <w:t>domestic</w:t>
      </w:r>
      <w:r w:rsidRPr="00EC4B0D">
        <w:rPr>
          <w:rStyle w:val="StyleUnderline"/>
        </w:rPr>
        <w:t xml:space="preserve"> service</w:t>
      </w:r>
      <w:r w:rsidRPr="00FF7755">
        <w:rPr>
          <w:rStyle w:val="StyleUnderline"/>
        </w:rPr>
        <w:t xml:space="preserve"> of any family or person at his </w:t>
      </w:r>
      <w:proofErr w:type="gramStart"/>
      <w:r w:rsidRPr="00FF7755">
        <w:rPr>
          <w:rStyle w:val="StyleUnderline"/>
        </w:rPr>
        <w:t>home</w:t>
      </w:r>
      <w:r w:rsidRPr="00FF7755">
        <w:rPr>
          <w:sz w:val="16"/>
        </w:rPr>
        <w:t>;</w:t>
      </w:r>
      <w:proofErr w:type="gramEnd"/>
    </w:p>
    <w:p w14:paraId="48C4CBED" w14:textId="77777777" w:rsidR="0089168F" w:rsidRPr="00FF7755" w:rsidRDefault="0089168F" w:rsidP="0089168F">
      <w:pPr>
        <w:rPr>
          <w:sz w:val="16"/>
        </w:rPr>
      </w:pPr>
      <w:r w:rsidRPr="00FF7755">
        <w:rPr>
          <w:sz w:val="16"/>
        </w:rPr>
        <w:t xml:space="preserve">(3) </w:t>
      </w:r>
      <w:r w:rsidRPr="00EC4B0D">
        <w:rPr>
          <w:rStyle w:val="StyleUnderline"/>
          <w:highlight w:val="green"/>
        </w:rPr>
        <w:t>By</w:t>
      </w:r>
      <w:r w:rsidRPr="00FF7755">
        <w:rPr>
          <w:rStyle w:val="StyleUnderline"/>
        </w:rPr>
        <w:t xml:space="preserve"> his or her </w:t>
      </w:r>
      <w:r w:rsidRPr="00EC4B0D">
        <w:rPr>
          <w:rStyle w:val="Emphasis"/>
          <w:highlight w:val="green"/>
        </w:rPr>
        <w:t>parent</w:t>
      </w:r>
      <w:r w:rsidRPr="00EC4B0D">
        <w:rPr>
          <w:rStyle w:val="StyleUnderline"/>
          <w:highlight w:val="green"/>
        </w:rPr>
        <w:t xml:space="preserve"> or </w:t>
      </w:r>
      <w:proofErr w:type="gramStart"/>
      <w:r w:rsidRPr="00EC4B0D">
        <w:rPr>
          <w:rStyle w:val="Emphasis"/>
          <w:highlight w:val="green"/>
        </w:rPr>
        <w:t>spouse</w:t>
      </w:r>
      <w:r w:rsidRPr="00FF7755">
        <w:rPr>
          <w:sz w:val="16"/>
        </w:rPr>
        <w:t>;</w:t>
      </w:r>
      <w:proofErr w:type="gramEnd"/>
    </w:p>
    <w:p w14:paraId="40D02627" w14:textId="77777777" w:rsidR="0089168F" w:rsidRPr="00EC4B0D" w:rsidRDefault="0089168F" w:rsidP="0089168F">
      <w:pPr>
        <w:rPr>
          <w:sz w:val="16"/>
        </w:rPr>
      </w:pPr>
      <w:r w:rsidRPr="00FF7755">
        <w:rPr>
          <w:sz w:val="16"/>
        </w:rPr>
        <w:t xml:space="preserve">(4) </w:t>
      </w:r>
      <w:r w:rsidRPr="00EC4B0D">
        <w:rPr>
          <w:rStyle w:val="StyleUnderline"/>
        </w:rPr>
        <w:t xml:space="preserve">As an </w:t>
      </w:r>
      <w:r w:rsidRPr="00EC4B0D">
        <w:rPr>
          <w:rStyle w:val="Emphasis"/>
        </w:rPr>
        <w:t xml:space="preserve">independent </w:t>
      </w:r>
      <w:proofErr w:type="gramStart"/>
      <w:r w:rsidRPr="00EC4B0D">
        <w:rPr>
          <w:rStyle w:val="Emphasis"/>
        </w:rPr>
        <w:t>contractor</w:t>
      </w:r>
      <w:r w:rsidRPr="00EC4B0D">
        <w:rPr>
          <w:sz w:val="16"/>
        </w:rPr>
        <w:t>;</w:t>
      </w:r>
      <w:proofErr w:type="gramEnd"/>
    </w:p>
    <w:p w14:paraId="0C5484F5" w14:textId="77777777" w:rsidR="0089168F" w:rsidRPr="00EC4B0D" w:rsidRDefault="0089168F" w:rsidP="0089168F">
      <w:pPr>
        <w:rPr>
          <w:sz w:val="16"/>
        </w:rPr>
      </w:pPr>
      <w:r w:rsidRPr="00EC4B0D">
        <w:rPr>
          <w:sz w:val="16"/>
        </w:rPr>
        <w:t xml:space="preserve">(5) </w:t>
      </w:r>
      <w:r w:rsidRPr="00EC4B0D">
        <w:rPr>
          <w:rStyle w:val="StyleUnderline"/>
        </w:rPr>
        <w:t xml:space="preserve">As a </w:t>
      </w:r>
      <w:r w:rsidRPr="00EC4B0D">
        <w:rPr>
          <w:rStyle w:val="Emphasis"/>
        </w:rPr>
        <w:t>supervisor</w:t>
      </w:r>
      <w:r w:rsidRPr="00EC4B0D">
        <w:rPr>
          <w:rStyle w:val="StyleUnderline"/>
        </w:rPr>
        <w:t xml:space="preserve"> as defined under the </w:t>
      </w:r>
      <w:proofErr w:type="gramStart"/>
      <w:r w:rsidRPr="00EC4B0D">
        <w:rPr>
          <w:rStyle w:val="StyleUnderline"/>
        </w:rPr>
        <w:t>NLRA</w:t>
      </w:r>
      <w:r w:rsidRPr="00EC4B0D">
        <w:rPr>
          <w:sz w:val="16"/>
        </w:rPr>
        <w:t>;</w:t>
      </w:r>
      <w:proofErr w:type="gramEnd"/>
    </w:p>
    <w:p w14:paraId="217D55DD" w14:textId="77777777" w:rsidR="0089168F" w:rsidRPr="00FF7755" w:rsidRDefault="0089168F" w:rsidP="0089168F">
      <w:pPr>
        <w:rPr>
          <w:sz w:val="16"/>
        </w:rPr>
      </w:pPr>
      <w:r w:rsidRPr="00EC4B0D">
        <w:rPr>
          <w:sz w:val="16"/>
        </w:rPr>
        <w:t xml:space="preserve">(6) </w:t>
      </w:r>
      <w:r w:rsidRPr="00EC4B0D">
        <w:rPr>
          <w:rStyle w:val="StyleUnderline"/>
        </w:rPr>
        <w:t>By an employer subject to the Railway Labor Act</w:t>
      </w:r>
      <w:r w:rsidRPr="00EC4B0D">
        <w:rPr>
          <w:sz w:val="16"/>
        </w:rPr>
        <w:t>;</w:t>
      </w:r>
      <w:r w:rsidRPr="00FF7755">
        <w:rPr>
          <w:sz w:val="16"/>
        </w:rPr>
        <w:t xml:space="preserve"> </w:t>
      </w:r>
      <w:r w:rsidRPr="00EC4B0D">
        <w:rPr>
          <w:rStyle w:val="StyleUnderline"/>
          <w:highlight w:val="green"/>
        </w:rPr>
        <w:t>or</w:t>
      </w:r>
    </w:p>
    <w:p w14:paraId="6053D53A" w14:textId="77777777" w:rsidR="0089168F" w:rsidRDefault="0089168F" w:rsidP="0089168F">
      <w:pPr>
        <w:rPr>
          <w:rStyle w:val="StyleUnderline"/>
        </w:rPr>
      </w:pPr>
      <w:r w:rsidRPr="00FF7755">
        <w:rPr>
          <w:sz w:val="16"/>
        </w:rPr>
        <w:t xml:space="preserve">(7) </w:t>
      </w:r>
      <w:r w:rsidRPr="00FF7755">
        <w:rPr>
          <w:rStyle w:val="StyleUnderline"/>
        </w:rPr>
        <w:t xml:space="preserve">By </w:t>
      </w:r>
      <w:r w:rsidRPr="00EC4B0D">
        <w:rPr>
          <w:rStyle w:val="Emphasis"/>
          <w:highlight w:val="green"/>
        </w:rPr>
        <w:t>any</w:t>
      </w:r>
      <w:r w:rsidRPr="00EC4B0D">
        <w:rPr>
          <w:rStyle w:val="StyleUnderline"/>
          <w:highlight w:val="green"/>
        </w:rPr>
        <w:t xml:space="preserve"> </w:t>
      </w:r>
      <w:r w:rsidRPr="00EC4B0D">
        <w:rPr>
          <w:rStyle w:val="Emphasis"/>
          <w:highlight w:val="green"/>
        </w:rPr>
        <w:t>other</w:t>
      </w:r>
      <w:r w:rsidRPr="00EC4B0D">
        <w:rPr>
          <w:rStyle w:val="StyleUnderline"/>
          <w:highlight w:val="green"/>
        </w:rPr>
        <w:t xml:space="preserve"> </w:t>
      </w:r>
      <w:r w:rsidRPr="00EC4B0D">
        <w:rPr>
          <w:rStyle w:val="Emphasis"/>
          <w:highlight w:val="green"/>
        </w:rPr>
        <w:t>person</w:t>
      </w:r>
      <w:r w:rsidRPr="00EC4B0D">
        <w:rPr>
          <w:rStyle w:val="StyleUnderline"/>
          <w:highlight w:val="green"/>
        </w:rPr>
        <w:t xml:space="preserve"> who is </w:t>
      </w:r>
      <w:r w:rsidRPr="00EC4B0D">
        <w:rPr>
          <w:rStyle w:val="Emphasis"/>
          <w:highlight w:val="green"/>
        </w:rPr>
        <w:t>not</w:t>
      </w:r>
      <w:r w:rsidRPr="00EC4B0D">
        <w:rPr>
          <w:rStyle w:val="StyleUnderline"/>
          <w:highlight w:val="green"/>
        </w:rPr>
        <w:t xml:space="preserve"> an </w:t>
      </w:r>
      <w:r w:rsidRPr="00EC4B0D">
        <w:rPr>
          <w:rStyle w:val="Emphasis"/>
          <w:highlight w:val="green"/>
        </w:rPr>
        <w:t>employer</w:t>
      </w:r>
      <w:r w:rsidRPr="00EC4B0D">
        <w:rPr>
          <w:rStyle w:val="StyleUnderline"/>
          <w:highlight w:val="green"/>
        </w:rPr>
        <w:t xml:space="preserve"> as defined in the NLRA</w:t>
      </w:r>
    </w:p>
    <w:p w14:paraId="0A943FEE" w14:textId="1885C836" w:rsidR="0089168F" w:rsidRDefault="0089168F" w:rsidP="0089168F">
      <w:pPr>
        <w:pStyle w:val="Heading3"/>
      </w:pPr>
      <w:r>
        <w:t>Limits---Subjects---2NC</w:t>
      </w:r>
    </w:p>
    <w:p w14:paraId="5C78B2A2" w14:textId="46E2EC69" w:rsidR="0089168F" w:rsidRPr="00DD2BAB" w:rsidRDefault="0089168F" w:rsidP="0089168F">
      <w:pPr>
        <w:pStyle w:val="Heading4"/>
      </w:pPr>
      <w:r>
        <w:t xml:space="preserve">Here are just </w:t>
      </w:r>
      <w:r>
        <w:rPr>
          <w:u w:val="single"/>
        </w:rPr>
        <w:t>some</w:t>
      </w:r>
      <w:r>
        <w:t xml:space="preserve"> of those subjects.</w:t>
      </w:r>
    </w:p>
    <w:p w14:paraId="1D69E080" w14:textId="77777777" w:rsidR="0089168F" w:rsidRPr="00821CA2" w:rsidRDefault="0089168F" w:rsidP="0089168F">
      <w:r w:rsidRPr="00821CA2">
        <w:rPr>
          <w:rStyle w:val="Style13ptBold"/>
        </w:rPr>
        <w:t>NECA 24</w:t>
      </w:r>
      <w:r>
        <w:t xml:space="preserve"> – National Electrical Contractors Association.</w:t>
      </w:r>
    </w:p>
    <w:p w14:paraId="01D64B59" w14:textId="77777777" w:rsidR="0089168F" w:rsidRPr="00821CA2" w:rsidRDefault="0089168F" w:rsidP="0089168F">
      <w:r>
        <w:t>“Navigating Mandatory, Permissive &amp; Illegal Subjects of Bargaining,” Labor Relations Bulletin, National Electrical Contractors Association, 02-23-2024, https://www.necanet.org/docs/default-source/labor-relations-conference/labor-relations-bulletins/lrbulletin-navigatingmandatory-permissive-illegalsubjects-ofbargaining.pdf?sfvrsn=db27f3a2_3</w:t>
      </w:r>
    </w:p>
    <w:p w14:paraId="15153554" w14:textId="77777777" w:rsidR="0089168F" w:rsidRPr="00821CA2" w:rsidRDefault="0089168F" w:rsidP="0089168F">
      <w:pPr>
        <w:rPr>
          <w:sz w:val="16"/>
        </w:rPr>
      </w:pPr>
      <w:r w:rsidRPr="008C35E6">
        <w:rPr>
          <w:rStyle w:val="Emphasis"/>
          <w:highlight w:val="green"/>
        </w:rPr>
        <w:t>Permissive</w:t>
      </w:r>
      <w:r w:rsidRPr="00821CA2">
        <w:rPr>
          <w:sz w:val="16"/>
        </w:rPr>
        <w:t>: The Two-Way Street</w:t>
      </w:r>
    </w:p>
    <w:p w14:paraId="69ABA07F" w14:textId="77777777" w:rsidR="0089168F" w:rsidRPr="00821CA2" w:rsidRDefault="0089168F" w:rsidP="0089168F">
      <w:pPr>
        <w:rPr>
          <w:sz w:val="16"/>
        </w:rPr>
      </w:pPr>
      <w:r w:rsidRPr="00821CA2">
        <w:rPr>
          <w:sz w:val="16"/>
        </w:rPr>
        <w:t xml:space="preserve">• </w:t>
      </w:r>
      <w:r w:rsidRPr="00821CA2">
        <w:rPr>
          <w:rStyle w:val="StyleUnderline"/>
        </w:rPr>
        <w:t xml:space="preserve">Optional </w:t>
      </w:r>
      <w:r w:rsidRPr="008C35E6">
        <w:rPr>
          <w:rStyle w:val="StyleUnderline"/>
          <w:highlight w:val="green"/>
        </w:rPr>
        <w:t>topics</w:t>
      </w:r>
      <w:r w:rsidRPr="00821CA2">
        <w:rPr>
          <w:rStyle w:val="StyleUnderline"/>
        </w:rPr>
        <w:t xml:space="preserve"> that parties may </w:t>
      </w:r>
      <w:r w:rsidRPr="00821CA2">
        <w:rPr>
          <w:rStyle w:val="Emphasis"/>
        </w:rPr>
        <w:t>choose</w:t>
      </w:r>
      <w:r w:rsidRPr="00821CA2">
        <w:rPr>
          <w:rStyle w:val="StyleUnderline"/>
        </w:rPr>
        <w:t xml:space="preserve"> to </w:t>
      </w:r>
      <w:r w:rsidRPr="00821CA2">
        <w:rPr>
          <w:rStyle w:val="Emphasis"/>
        </w:rPr>
        <w:t>include</w:t>
      </w:r>
      <w:r w:rsidRPr="00821CA2">
        <w:rPr>
          <w:rStyle w:val="StyleUnderline"/>
        </w:rPr>
        <w:t xml:space="preserve"> in negotiations</w:t>
      </w:r>
      <w:r w:rsidRPr="00821CA2">
        <w:rPr>
          <w:sz w:val="16"/>
        </w:rPr>
        <w:t>. Offering flexibility, the topics of discussion can be things like training programs, work rules, and other items.</w:t>
      </w:r>
    </w:p>
    <w:p w14:paraId="783915D4" w14:textId="77777777" w:rsidR="0089168F" w:rsidRPr="00821CA2" w:rsidRDefault="0089168F" w:rsidP="0089168F">
      <w:pPr>
        <w:rPr>
          <w:sz w:val="16"/>
        </w:rPr>
      </w:pPr>
      <w:r w:rsidRPr="00821CA2">
        <w:rPr>
          <w:sz w:val="16"/>
        </w:rPr>
        <w:t>• It’s a two-way street – if one party isn’t interested, the other can’t force the issue. The focus here should be on mutual benefit.</w:t>
      </w:r>
    </w:p>
    <w:p w14:paraId="41076339" w14:textId="77777777" w:rsidR="0089168F" w:rsidRPr="00821CA2" w:rsidRDefault="0089168F" w:rsidP="0089168F">
      <w:pPr>
        <w:rPr>
          <w:sz w:val="16"/>
        </w:rPr>
      </w:pPr>
      <w:r w:rsidRPr="00821CA2">
        <w:rPr>
          <w:sz w:val="16"/>
        </w:rPr>
        <w:t>• Either party may choose to keep it on the table, but they cannot force such an issue to impasse.</w:t>
      </w:r>
    </w:p>
    <w:p w14:paraId="53764943" w14:textId="77777777" w:rsidR="0089168F" w:rsidRPr="00821CA2" w:rsidRDefault="0089168F" w:rsidP="0089168F">
      <w:pPr>
        <w:rPr>
          <w:sz w:val="16"/>
        </w:rPr>
      </w:pPr>
      <w:r w:rsidRPr="00821CA2">
        <w:rPr>
          <w:sz w:val="16"/>
        </w:rPr>
        <w:t>• A strike or lockout over a permissive subject would be an unprotected activity, and unilateral implementation would be illegal.</w:t>
      </w:r>
    </w:p>
    <w:p w14:paraId="7BE57B15" w14:textId="77777777" w:rsidR="0089168F" w:rsidRPr="00821CA2" w:rsidRDefault="0089168F" w:rsidP="0089168F">
      <w:pPr>
        <w:rPr>
          <w:sz w:val="16"/>
        </w:rPr>
      </w:pPr>
      <w:r w:rsidRPr="00821CA2">
        <w:rPr>
          <w:sz w:val="16"/>
        </w:rPr>
        <w:t xml:space="preserve">• </w:t>
      </w:r>
      <w:r w:rsidRPr="00821CA2">
        <w:rPr>
          <w:rStyle w:val="StyleUnderline"/>
        </w:rPr>
        <w:t>Examples</w:t>
      </w:r>
      <w:r w:rsidRPr="00821CA2">
        <w:rPr>
          <w:sz w:val="16"/>
        </w:rPr>
        <w:t xml:space="preserve"> of permissive subjects </w:t>
      </w:r>
      <w:r w:rsidRPr="008C35E6">
        <w:rPr>
          <w:rStyle w:val="StyleUnderline"/>
          <w:highlight w:val="green"/>
        </w:rPr>
        <w:t>include:</w:t>
      </w:r>
    </w:p>
    <w:p w14:paraId="2DAFDC7A" w14:textId="77777777" w:rsidR="0089168F" w:rsidRPr="00821CA2" w:rsidRDefault="0089168F" w:rsidP="0089168F">
      <w:pPr>
        <w:rPr>
          <w:sz w:val="16"/>
        </w:rPr>
      </w:pPr>
      <w:r w:rsidRPr="00821CA2">
        <w:rPr>
          <w:sz w:val="16"/>
        </w:rPr>
        <w:t xml:space="preserve">• </w:t>
      </w:r>
      <w:r w:rsidRPr="008C35E6">
        <w:rPr>
          <w:rStyle w:val="StyleUnderline"/>
          <w:highlight w:val="green"/>
        </w:rPr>
        <w:t xml:space="preserve">Negotiating </w:t>
      </w:r>
      <w:r w:rsidRPr="008C35E6">
        <w:rPr>
          <w:rStyle w:val="Emphasis"/>
          <w:highlight w:val="green"/>
        </w:rPr>
        <w:t>ground rules</w:t>
      </w:r>
    </w:p>
    <w:p w14:paraId="4EA9F3EF" w14:textId="77777777" w:rsidR="0089168F" w:rsidRPr="00821CA2" w:rsidRDefault="0089168F" w:rsidP="0089168F">
      <w:pPr>
        <w:rPr>
          <w:sz w:val="16"/>
        </w:rPr>
      </w:pPr>
      <w:r w:rsidRPr="00821CA2">
        <w:rPr>
          <w:sz w:val="16"/>
        </w:rPr>
        <w:t xml:space="preserve">• </w:t>
      </w:r>
      <w:r w:rsidRPr="008C35E6">
        <w:rPr>
          <w:rStyle w:val="Emphasis"/>
          <w:highlight w:val="green"/>
        </w:rPr>
        <w:t>Supervisor’s</w:t>
      </w:r>
      <w:r w:rsidRPr="008C35E6">
        <w:rPr>
          <w:rStyle w:val="StyleUnderline"/>
          <w:highlight w:val="green"/>
        </w:rPr>
        <w:t xml:space="preserve"> conditions</w:t>
      </w:r>
      <w:r w:rsidRPr="00821CA2">
        <w:rPr>
          <w:rStyle w:val="StyleUnderline"/>
        </w:rPr>
        <w:t xml:space="preserve"> of employment</w:t>
      </w:r>
    </w:p>
    <w:p w14:paraId="68FFF9D4" w14:textId="77777777" w:rsidR="0089168F" w:rsidRPr="00821CA2" w:rsidRDefault="0089168F" w:rsidP="0089168F">
      <w:pPr>
        <w:rPr>
          <w:sz w:val="16"/>
        </w:rPr>
      </w:pPr>
      <w:r w:rsidRPr="00821CA2">
        <w:rPr>
          <w:sz w:val="16"/>
        </w:rPr>
        <w:t xml:space="preserve">• </w:t>
      </w:r>
      <w:r w:rsidRPr="008C35E6">
        <w:rPr>
          <w:rStyle w:val="Emphasis"/>
          <w:highlight w:val="green"/>
        </w:rPr>
        <w:t>Interest</w:t>
      </w:r>
      <w:r w:rsidRPr="008C35E6">
        <w:rPr>
          <w:rStyle w:val="StyleUnderline"/>
          <w:highlight w:val="green"/>
        </w:rPr>
        <w:t xml:space="preserve"> </w:t>
      </w:r>
      <w:r w:rsidRPr="008C35E6">
        <w:rPr>
          <w:rStyle w:val="Emphasis"/>
          <w:highlight w:val="green"/>
        </w:rPr>
        <w:t>arbitration</w:t>
      </w:r>
    </w:p>
    <w:p w14:paraId="3F202A55" w14:textId="77777777" w:rsidR="0089168F" w:rsidRPr="00821CA2" w:rsidRDefault="0089168F" w:rsidP="0089168F">
      <w:pPr>
        <w:rPr>
          <w:rStyle w:val="StyleUnderline"/>
        </w:rPr>
      </w:pPr>
      <w:r w:rsidRPr="00821CA2">
        <w:rPr>
          <w:sz w:val="16"/>
        </w:rPr>
        <w:t xml:space="preserve">• </w:t>
      </w:r>
      <w:r w:rsidRPr="008C35E6">
        <w:rPr>
          <w:rStyle w:val="Emphasis"/>
          <w:highlight w:val="green"/>
        </w:rPr>
        <w:t>Settlement</w:t>
      </w:r>
      <w:r w:rsidRPr="008C35E6">
        <w:rPr>
          <w:rStyle w:val="StyleUnderline"/>
          <w:highlight w:val="green"/>
        </w:rPr>
        <w:t xml:space="preserve"> of a </w:t>
      </w:r>
      <w:r w:rsidRPr="008C35E6">
        <w:rPr>
          <w:rStyle w:val="Emphasis"/>
          <w:highlight w:val="green"/>
        </w:rPr>
        <w:t>ULP</w:t>
      </w:r>
      <w:r w:rsidRPr="00821CA2">
        <w:rPr>
          <w:rStyle w:val="StyleUnderline"/>
        </w:rPr>
        <w:t xml:space="preserve"> charge</w:t>
      </w:r>
    </w:p>
    <w:p w14:paraId="5004E36F" w14:textId="77777777" w:rsidR="0089168F" w:rsidRPr="00821CA2" w:rsidRDefault="0089168F" w:rsidP="0089168F">
      <w:pPr>
        <w:rPr>
          <w:rStyle w:val="StyleUnderline"/>
        </w:rPr>
      </w:pPr>
      <w:r w:rsidRPr="00821CA2">
        <w:rPr>
          <w:sz w:val="16"/>
        </w:rPr>
        <w:t xml:space="preserve">• </w:t>
      </w:r>
      <w:r w:rsidRPr="008C35E6">
        <w:rPr>
          <w:rStyle w:val="Emphasis"/>
          <w:highlight w:val="green"/>
        </w:rPr>
        <w:t>Pensions</w:t>
      </w:r>
      <w:r w:rsidRPr="008C35E6">
        <w:rPr>
          <w:rStyle w:val="StyleUnderline"/>
          <w:highlight w:val="green"/>
        </w:rPr>
        <w:t xml:space="preserve"> for retired members</w:t>
      </w:r>
    </w:p>
    <w:p w14:paraId="6695EA05" w14:textId="77777777" w:rsidR="0089168F" w:rsidRPr="00821CA2" w:rsidRDefault="0089168F" w:rsidP="0089168F">
      <w:pPr>
        <w:rPr>
          <w:sz w:val="16"/>
        </w:rPr>
      </w:pPr>
      <w:r w:rsidRPr="00821CA2">
        <w:rPr>
          <w:sz w:val="16"/>
        </w:rPr>
        <w:t xml:space="preserve">• </w:t>
      </w:r>
      <w:r w:rsidRPr="008C35E6">
        <w:rPr>
          <w:rStyle w:val="StyleUnderline"/>
          <w:highlight w:val="green"/>
        </w:rPr>
        <w:t xml:space="preserve">Use of the </w:t>
      </w:r>
      <w:r w:rsidRPr="008C35E6">
        <w:rPr>
          <w:rStyle w:val="Emphasis"/>
          <w:highlight w:val="green"/>
        </w:rPr>
        <w:t>Union</w:t>
      </w:r>
      <w:r w:rsidRPr="00821CA2">
        <w:rPr>
          <w:rStyle w:val="StyleUnderline"/>
        </w:rPr>
        <w:t xml:space="preserve"> label/</w:t>
      </w:r>
      <w:r w:rsidRPr="008C35E6">
        <w:rPr>
          <w:rStyle w:val="Emphasis"/>
          <w:highlight w:val="green"/>
        </w:rPr>
        <w:t>flag</w:t>
      </w:r>
    </w:p>
    <w:p w14:paraId="203FB3B6" w14:textId="77777777" w:rsidR="0089168F" w:rsidRPr="00821CA2" w:rsidRDefault="0089168F" w:rsidP="0089168F">
      <w:pPr>
        <w:rPr>
          <w:sz w:val="16"/>
        </w:rPr>
      </w:pPr>
      <w:r w:rsidRPr="00821CA2">
        <w:rPr>
          <w:sz w:val="16"/>
        </w:rPr>
        <w:t xml:space="preserve">• </w:t>
      </w:r>
      <w:r w:rsidRPr="008C35E6">
        <w:rPr>
          <w:rStyle w:val="Emphasis"/>
          <w:highlight w:val="green"/>
        </w:rPr>
        <w:t>Internal</w:t>
      </w:r>
      <w:r w:rsidRPr="008C35E6">
        <w:rPr>
          <w:rStyle w:val="StyleUnderline"/>
          <w:highlight w:val="green"/>
        </w:rPr>
        <w:t xml:space="preserve"> union matters</w:t>
      </w:r>
      <w:r w:rsidRPr="00821CA2">
        <w:rPr>
          <w:sz w:val="16"/>
        </w:rPr>
        <w:t xml:space="preserve"> (</w:t>
      </w:r>
      <w:r w:rsidRPr="00821CA2">
        <w:rPr>
          <w:rStyle w:val="StyleUnderline"/>
        </w:rPr>
        <w:t>steward appointment</w:t>
      </w:r>
      <w:r w:rsidRPr="00821CA2">
        <w:rPr>
          <w:sz w:val="16"/>
        </w:rPr>
        <w:t xml:space="preserve">, </w:t>
      </w:r>
      <w:r w:rsidRPr="00821CA2">
        <w:rPr>
          <w:rStyle w:val="StyleUnderline"/>
        </w:rPr>
        <w:t>union dues</w:t>
      </w:r>
      <w:r w:rsidRPr="00821CA2">
        <w:rPr>
          <w:sz w:val="16"/>
        </w:rPr>
        <w:t xml:space="preserve">, </w:t>
      </w:r>
      <w:r w:rsidRPr="00821CA2">
        <w:rPr>
          <w:rStyle w:val="StyleUnderline"/>
        </w:rPr>
        <w:t>officer structure</w:t>
      </w:r>
      <w:r w:rsidRPr="00821CA2">
        <w:rPr>
          <w:sz w:val="16"/>
        </w:rPr>
        <w:t xml:space="preserve">, </w:t>
      </w:r>
      <w:r w:rsidRPr="00821CA2">
        <w:rPr>
          <w:rStyle w:val="StyleUnderline"/>
        </w:rPr>
        <w:t>bylaws</w:t>
      </w:r>
      <w:r w:rsidRPr="00821CA2">
        <w:rPr>
          <w:sz w:val="16"/>
        </w:rPr>
        <w:t>)</w:t>
      </w:r>
    </w:p>
    <w:p w14:paraId="46DE0430" w14:textId="77777777" w:rsidR="0089168F" w:rsidRPr="00821CA2" w:rsidRDefault="0089168F" w:rsidP="0089168F">
      <w:pPr>
        <w:rPr>
          <w:rStyle w:val="StyleUnderline"/>
        </w:rPr>
      </w:pPr>
      <w:r w:rsidRPr="00821CA2">
        <w:rPr>
          <w:sz w:val="16"/>
        </w:rPr>
        <w:t xml:space="preserve">• </w:t>
      </w:r>
      <w:r w:rsidRPr="008C35E6">
        <w:rPr>
          <w:rStyle w:val="Emphasis"/>
          <w:highlight w:val="green"/>
        </w:rPr>
        <w:t>Recognition clause</w:t>
      </w:r>
      <w:r w:rsidRPr="00821CA2">
        <w:rPr>
          <w:rStyle w:val="StyleUnderline"/>
        </w:rPr>
        <w:t xml:space="preserve"> defining the bargaining unit</w:t>
      </w:r>
    </w:p>
    <w:p w14:paraId="4E5392AF" w14:textId="77777777" w:rsidR="0089168F" w:rsidRPr="00821CA2" w:rsidRDefault="0089168F" w:rsidP="0089168F">
      <w:pPr>
        <w:rPr>
          <w:sz w:val="16"/>
        </w:rPr>
      </w:pPr>
      <w:r w:rsidRPr="00821CA2">
        <w:rPr>
          <w:sz w:val="16"/>
        </w:rPr>
        <w:t xml:space="preserve">• </w:t>
      </w:r>
      <w:r w:rsidRPr="00821CA2">
        <w:rPr>
          <w:rStyle w:val="StyleUnderline"/>
        </w:rPr>
        <w:t xml:space="preserve">Either party’s </w:t>
      </w:r>
      <w:r w:rsidRPr="008C35E6">
        <w:rPr>
          <w:rStyle w:val="StyleUnderline"/>
          <w:highlight w:val="green"/>
        </w:rPr>
        <w:t xml:space="preserve">bargaining committee </w:t>
      </w:r>
      <w:r w:rsidRPr="008C35E6">
        <w:rPr>
          <w:rStyle w:val="Emphasis"/>
          <w:highlight w:val="green"/>
        </w:rPr>
        <w:t>composition</w:t>
      </w:r>
    </w:p>
    <w:p w14:paraId="772F16F7" w14:textId="77777777" w:rsidR="0089168F" w:rsidRPr="00821CA2" w:rsidRDefault="0089168F" w:rsidP="0089168F">
      <w:pPr>
        <w:rPr>
          <w:sz w:val="16"/>
        </w:rPr>
      </w:pPr>
      <w:r w:rsidRPr="00821CA2">
        <w:rPr>
          <w:sz w:val="16"/>
        </w:rPr>
        <w:t xml:space="preserve">• </w:t>
      </w:r>
      <w:r w:rsidRPr="00821CA2">
        <w:rPr>
          <w:rStyle w:val="StyleUnderline"/>
        </w:rPr>
        <w:t>Composition of the employer’s Board of Directors or Trustees</w:t>
      </w:r>
    </w:p>
    <w:p w14:paraId="6491084D" w14:textId="77777777" w:rsidR="0089168F" w:rsidRPr="00821CA2" w:rsidRDefault="0089168F" w:rsidP="0089168F">
      <w:pPr>
        <w:rPr>
          <w:sz w:val="16"/>
        </w:rPr>
      </w:pPr>
      <w:r w:rsidRPr="00821CA2">
        <w:rPr>
          <w:sz w:val="16"/>
        </w:rPr>
        <w:t xml:space="preserve">• </w:t>
      </w:r>
      <w:r w:rsidRPr="00821CA2">
        <w:rPr>
          <w:rStyle w:val="StyleUnderline"/>
        </w:rPr>
        <w:t>Demanding that a union settle arbitrable grievances filed under the previous contract</w:t>
      </w:r>
      <w:r w:rsidRPr="00821CA2">
        <w:rPr>
          <w:sz w:val="16"/>
        </w:rPr>
        <w:t>.</w:t>
      </w:r>
    </w:p>
    <w:p w14:paraId="2AF85481" w14:textId="77777777" w:rsidR="0089168F" w:rsidRDefault="0089168F" w:rsidP="0089168F">
      <w:pPr>
        <w:pStyle w:val="Heading4"/>
      </w:pPr>
      <w:r>
        <w:t xml:space="preserve">Here are </w:t>
      </w:r>
      <w:r>
        <w:rPr>
          <w:u w:val="single"/>
        </w:rPr>
        <w:t>more</w:t>
      </w:r>
      <w:r>
        <w:t xml:space="preserve">. This is </w:t>
      </w:r>
      <w:r>
        <w:rPr>
          <w:u w:val="single"/>
        </w:rPr>
        <w:t>non-exhaustive</w:t>
      </w:r>
      <w:r w:rsidRPr="008C7E1F">
        <w:t>!</w:t>
      </w:r>
      <w:r>
        <w:t xml:space="preserve"> </w:t>
      </w:r>
    </w:p>
    <w:p w14:paraId="13CEAD3C" w14:textId="77777777" w:rsidR="0089168F" w:rsidRDefault="0089168F" w:rsidP="0089168F">
      <w:r w:rsidRPr="00474706">
        <w:rPr>
          <w:rStyle w:val="Style13ptBold"/>
        </w:rPr>
        <w:t>FCA 25</w:t>
      </w:r>
      <w:r>
        <w:t xml:space="preserve"> – Finishing Contractors International; represents the largest community of finishing contractors in North America.</w:t>
      </w:r>
    </w:p>
    <w:p w14:paraId="7AD89E80" w14:textId="77777777" w:rsidR="0089168F" w:rsidRPr="00474706" w:rsidRDefault="0089168F" w:rsidP="0089168F">
      <w:r>
        <w:t>FCA, “Understanding and Operationalizing Mandatory, Permissive and Illegal Subjects of Bargaining,” Finishing Contractors International, 03-28-2025, https://finishingcontractors.org/do-we-have-to-negotiate-that-understanding-and-operationalizing-mandatory-permissive-and-illegal-subjects-of-bargaining/</w:t>
      </w:r>
    </w:p>
    <w:p w14:paraId="63458E2F" w14:textId="77777777" w:rsidR="0089168F" w:rsidRPr="00474706" w:rsidRDefault="0089168F" w:rsidP="0089168F">
      <w:pPr>
        <w:rPr>
          <w:sz w:val="16"/>
        </w:rPr>
      </w:pPr>
      <w:r w:rsidRPr="00474706">
        <w:rPr>
          <w:sz w:val="16"/>
        </w:rPr>
        <w:t>Mandatory Subjects</w:t>
      </w:r>
    </w:p>
    <w:p w14:paraId="7E6C7A4F" w14:textId="77777777" w:rsidR="0089168F" w:rsidRPr="00474706" w:rsidRDefault="0089168F" w:rsidP="0089168F">
      <w:pPr>
        <w:rPr>
          <w:rStyle w:val="StyleUnderline"/>
        </w:rPr>
      </w:pPr>
      <w:r w:rsidRPr="00474706">
        <w:rPr>
          <w:rStyle w:val="StyleUnderline"/>
        </w:rPr>
        <w:t>Mandatory subjects of bargaining include:</w:t>
      </w:r>
    </w:p>
    <w:p w14:paraId="229D35B7" w14:textId="77777777" w:rsidR="0089168F" w:rsidRPr="00474706" w:rsidRDefault="0089168F" w:rsidP="0089168F">
      <w:pPr>
        <w:rPr>
          <w:sz w:val="16"/>
        </w:rPr>
      </w:pPr>
      <w:r w:rsidRPr="00474706">
        <w:rPr>
          <w:rStyle w:val="StyleUnderline"/>
        </w:rPr>
        <w:t>Rates of pay and wages</w:t>
      </w:r>
      <w:r w:rsidRPr="00474706">
        <w:rPr>
          <w:sz w:val="16"/>
        </w:rPr>
        <w:t xml:space="preserve"> (e.g., shift differentials, bonuses, pensions, health and welfare plans, meals and discounts, profit sharing, etc.)</w:t>
      </w:r>
    </w:p>
    <w:p w14:paraId="042281A1" w14:textId="77777777" w:rsidR="0089168F" w:rsidRPr="00474706" w:rsidRDefault="0089168F" w:rsidP="0089168F">
      <w:pPr>
        <w:rPr>
          <w:sz w:val="16"/>
        </w:rPr>
      </w:pPr>
      <w:r w:rsidRPr="00474706">
        <w:rPr>
          <w:rStyle w:val="StyleUnderline"/>
        </w:rPr>
        <w:t>Hours of work</w:t>
      </w:r>
      <w:r w:rsidRPr="00474706">
        <w:rPr>
          <w:sz w:val="16"/>
        </w:rPr>
        <w:t xml:space="preserve"> (e.g., daily overtime, weekly overtime, etc.)</w:t>
      </w:r>
    </w:p>
    <w:p w14:paraId="3AD3B04A" w14:textId="77777777" w:rsidR="0089168F" w:rsidRPr="00474706" w:rsidRDefault="0089168F" w:rsidP="0089168F">
      <w:pPr>
        <w:rPr>
          <w:sz w:val="16"/>
        </w:rPr>
      </w:pPr>
      <w:r w:rsidRPr="00474706">
        <w:rPr>
          <w:rStyle w:val="StyleUnderline"/>
        </w:rPr>
        <w:t>Other terms and conditions of employment</w:t>
      </w:r>
      <w:r w:rsidRPr="00474706">
        <w:rPr>
          <w:sz w:val="16"/>
        </w:rPr>
        <w:t xml:space="preserve"> (e.g., seniority, plant rules, work assignments, health testing, drug testing, union security, no strike/no lockout language, non-discrimination, etc.).</w:t>
      </w:r>
    </w:p>
    <w:p w14:paraId="661EE690" w14:textId="77777777" w:rsidR="0089168F" w:rsidRPr="00474706" w:rsidRDefault="0089168F" w:rsidP="0089168F">
      <w:pPr>
        <w:rPr>
          <w:sz w:val="16"/>
        </w:rPr>
      </w:pPr>
      <w:r w:rsidRPr="00474706">
        <w:rPr>
          <w:sz w:val="16"/>
        </w:rPr>
        <w:t xml:space="preserve">Again, parties have a statutory obligation to bargain over mandatory subjects of bargaining. The NLRA does not require agreement, of course, but the contractor must engage in bargaining over mandatory subjects of bargaining. </w:t>
      </w:r>
    </w:p>
    <w:p w14:paraId="4A8020CB" w14:textId="77777777" w:rsidR="0089168F" w:rsidRPr="00474706" w:rsidRDefault="0089168F" w:rsidP="0089168F">
      <w:pPr>
        <w:rPr>
          <w:sz w:val="16"/>
        </w:rPr>
      </w:pPr>
      <w:r w:rsidRPr="00474706">
        <w:rPr>
          <w:sz w:val="16"/>
        </w:rPr>
        <w:t>Permissive Subjects</w:t>
      </w:r>
    </w:p>
    <w:p w14:paraId="3076D69A" w14:textId="77777777" w:rsidR="0089168F" w:rsidRPr="00474706" w:rsidRDefault="0089168F" w:rsidP="0089168F">
      <w:pPr>
        <w:rPr>
          <w:sz w:val="16"/>
        </w:rPr>
      </w:pPr>
      <w:r w:rsidRPr="00474706">
        <w:rPr>
          <w:sz w:val="16"/>
        </w:rPr>
        <w:t xml:space="preserve">Permissive subjects are matters that the parties are free to bargain </w:t>
      </w:r>
      <w:proofErr w:type="gramStart"/>
      <w:r w:rsidRPr="00474706">
        <w:rPr>
          <w:sz w:val="16"/>
        </w:rPr>
        <w:t>over, but</w:t>
      </w:r>
      <w:proofErr w:type="gramEnd"/>
      <w:r w:rsidRPr="00474706">
        <w:rPr>
          <w:sz w:val="16"/>
        </w:rPr>
        <w:t xml:space="preserve"> have no obligation to do so. </w:t>
      </w:r>
      <w:r w:rsidRPr="008C7E1F">
        <w:rPr>
          <w:rStyle w:val="Emphasis"/>
          <w:highlight w:val="green"/>
        </w:rPr>
        <w:t>Permissive</w:t>
      </w:r>
      <w:r w:rsidRPr="008C7E1F">
        <w:rPr>
          <w:rStyle w:val="StyleUnderline"/>
          <w:highlight w:val="green"/>
        </w:rPr>
        <w:t xml:space="preserve"> subjects</w:t>
      </w:r>
      <w:r w:rsidRPr="00474706">
        <w:rPr>
          <w:rStyle w:val="StyleUnderline"/>
        </w:rPr>
        <w:t xml:space="preserve"> of bargaining </w:t>
      </w:r>
      <w:r w:rsidRPr="008C7E1F">
        <w:rPr>
          <w:rStyle w:val="Emphasis"/>
          <w:highlight w:val="green"/>
        </w:rPr>
        <w:t>include</w:t>
      </w:r>
      <w:r w:rsidRPr="00474706">
        <w:rPr>
          <w:rStyle w:val="StyleUnderline"/>
        </w:rPr>
        <w:t xml:space="preserve"> the following</w:t>
      </w:r>
      <w:r w:rsidRPr="00474706">
        <w:rPr>
          <w:sz w:val="16"/>
        </w:rPr>
        <w:t>:</w:t>
      </w:r>
    </w:p>
    <w:p w14:paraId="5A139707" w14:textId="77777777" w:rsidR="0089168F" w:rsidRPr="00474706" w:rsidRDefault="0089168F" w:rsidP="0089168F">
      <w:pPr>
        <w:rPr>
          <w:rStyle w:val="StyleUnderline"/>
        </w:rPr>
      </w:pPr>
      <w:r w:rsidRPr="008C7E1F">
        <w:rPr>
          <w:rStyle w:val="Emphasis"/>
          <w:highlight w:val="green"/>
        </w:rPr>
        <w:t>Definition</w:t>
      </w:r>
      <w:r w:rsidRPr="008C7E1F">
        <w:rPr>
          <w:rStyle w:val="StyleUnderline"/>
          <w:highlight w:val="green"/>
        </w:rPr>
        <w:t xml:space="preserve"> of the</w:t>
      </w:r>
      <w:r w:rsidRPr="00474706">
        <w:rPr>
          <w:rStyle w:val="StyleUnderline"/>
        </w:rPr>
        <w:t xml:space="preserve"> </w:t>
      </w:r>
      <w:r w:rsidRPr="008C7E1F">
        <w:rPr>
          <w:rStyle w:val="StyleUnderline"/>
        </w:rPr>
        <w:t>bargaining</w:t>
      </w:r>
      <w:r w:rsidRPr="00474706">
        <w:rPr>
          <w:rStyle w:val="StyleUnderline"/>
        </w:rPr>
        <w:t xml:space="preserve"> </w:t>
      </w:r>
      <w:r w:rsidRPr="008C7E1F">
        <w:rPr>
          <w:rStyle w:val="Emphasis"/>
          <w:highlight w:val="green"/>
        </w:rPr>
        <w:t>unit</w:t>
      </w:r>
    </w:p>
    <w:p w14:paraId="3C95D384" w14:textId="77777777" w:rsidR="0089168F" w:rsidRPr="00474706" w:rsidRDefault="0089168F" w:rsidP="0089168F">
      <w:pPr>
        <w:rPr>
          <w:rStyle w:val="StyleUnderline"/>
        </w:rPr>
      </w:pPr>
      <w:r w:rsidRPr="008C7E1F">
        <w:rPr>
          <w:rStyle w:val="StyleUnderline"/>
          <w:highlight w:val="green"/>
        </w:rPr>
        <w:t xml:space="preserve">Union </w:t>
      </w:r>
      <w:r w:rsidRPr="008C7E1F">
        <w:rPr>
          <w:rStyle w:val="Emphasis"/>
          <w:highlight w:val="green"/>
        </w:rPr>
        <w:t>recognition</w:t>
      </w:r>
      <w:r w:rsidRPr="00474706">
        <w:rPr>
          <w:rStyle w:val="StyleUnderline"/>
        </w:rPr>
        <w:t xml:space="preserve"> clauses </w:t>
      </w:r>
      <w:r w:rsidRPr="008C7E1F">
        <w:rPr>
          <w:rStyle w:val="StyleUnderline"/>
          <w:highlight w:val="green"/>
        </w:rPr>
        <w:t>converting</w:t>
      </w:r>
      <w:r w:rsidRPr="00474706">
        <w:rPr>
          <w:rStyle w:val="StyleUnderline"/>
        </w:rPr>
        <w:t xml:space="preserve"> a </w:t>
      </w:r>
      <w:r w:rsidRPr="008C7E1F">
        <w:rPr>
          <w:rStyle w:val="Emphasis"/>
          <w:highlight w:val="green"/>
        </w:rPr>
        <w:t>Section 8(f)</w:t>
      </w:r>
      <w:r w:rsidRPr="00474706">
        <w:rPr>
          <w:rStyle w:val="StyleUnderline"/>
        </w:rPr>
        <w:t xml:space="preserve"> relationship </w:t>
      </w:r>
      <w:r w:rsidRPr="008C7E1F">
        <w:rPr>
          <w:rStyle w:val="StyleUnderline"/>
          <w:highlight w:val="green"/>
        </w:rPr>
        <w:t>to</w:t>
      </w:r>
      <w:r w:rsidRPr="00474706">
        <w:rPr>
          <w:rStyle w:val="StyleUnderline"/>
        </w:rPr>
        <w:t xml:space="preserve"> a </w:t>
      </w:r>
      <w:r w:rsidRPr="008C7E1F">
        <w:rPr>
          <w:rStyle w:val="Emphasis"/>
          <w:highlight w:val="green"/>
        </w:rPr>
        <w:t>Section 9(a)</w:t>
      </w:r>
      <w:r w:rsidRPr="00474706">
        <w:rPr>
          <w:rStyle w:val="StyleUnderline"/>
        </w:rPr>
        <w:t xml:space="preserve"> relationship</w:t>
      </w:r>
    </w:p>
    <w:p w14:paraId="5AE03EFA" w14:textId="77777777" w:rsidR="0089168F" w:rsidRPr="00474706" w:rsidRDefault="0089168F" w:rsidP="0089168F">
      <w:pPr>
        <w:rPr>
          <w:rStyle w:val="StyleUnderline"/>
        </w:rPr>
      </w:pPr>
      <w:r w:rsidRPr="00474706">
        <w:rPr>
          <w:rStyle w:val="StyleUnderline"/>
        </w:rPr>
        <w:t xml:space="preserve">The </w:t>
      </w:r>
      <w:r w:rsidRPr="008C7E1F">
        <w:rPr>
          <w:rStyle w:val="StyleUnderline"/>
          <w:highlight w:val="green"/>
        </w:rPr>
        <w:t xml:space="preserve">inclusion of </w:t>
      </w:r>
      <w:r w:rsidRPr="008C7E1F">
        <w:rPr>
          <w:rStyle w:val="Emphasis"/>
          <w:highlight w:val="green"/>
        </w:rPr>
        <w:t>supervisors</w:t>
      </w:r>
      <w:r w:rsidRPr="00474706">
        <w:rPr>
          <w:rStyle w:val="StyleUnderline"/>
        </w:rPr>
        <w:t xml:space="preserve"> in the bargaining unit</w:t>
      </w:r>
    </w:p>
    <w:p w14:paraId="67DCD65C" w14:textId="77777777" w:rsidR="0089168F" w:rsidRPr="00474706" w:rsidRDefault="0089168F" w:rsidP="0089168F">
      <w:pPr>
        <w:rPr>
          <w:rStyle w:val="StyleUnderline"/>
        </w:rPr>
      </w:pPr>
      <w:r w:rsidRPr="008C7E1F">
        <w:rPr>
          <w:rStyle w:val="Emphasis"/>
          <w:highlight w:val="green"/>
        </w:rPr>
        <w:t>Internal</w:t>
      </w:r>
      <w:r w:rsidRPr="008C7E1F">
        <w:rPr>
          <w:rStyle w:val="StyleUnderline"/>
          <w:highlight w:val="green"/>
        </w:rPr>
        <w:t xml:space="preserve"> </w:t>
      </w:r>
      <w:r w:rsidRPr="008C7E1F">
        <w:rPr>
          <w:rStyle w:val="Emphasis"/>
          <w:highlight w:val="green"/>
        </w:rPr>
        <w:t>union affairs</w:t>
      </w:r>
    </w:p>
    <w:p w14:paraId="1E186396" w14:textId="77777777" w:rsidR="0089168F" w:rsidRPr="00474706" w:rsidRDefault="0089168F" w:rsidP="0089168F">
      <w:pPr>
        <w:rPr>
          <w:rStyle w:val="StyleUnderline"/>
        </w:rPr>
      </w:pPr>
      <w:r w:rsidRPr="008C7E1F">
        <w:rPr>
          <w:rStyle w:val="Emphasis"/>
          <w:highlight w:val="green"/>
        </w:rPr>
        <w:t>Legal liability</w:t>
      </w:r>
      <w:r w:rsidRPr="00474706">
        <w:rPr>
          <w:rStyle w:val="StyleUnderline"/>
        </w:rPr>
        <w:t xml:space="preserve"> clauses (e.g., a provision fixing liability for violation of a </w:t>
      </w:r>
      <w:r w:rsidRPr="00474706">
        <w:rPr>
          <w:rStyle w:val="Emphasis"/>
        </w:rPr>
        <w:t>no-strike</w:t>
      </w:r>
      <w:r w:rsidRPr="00474706">
        <w:rPr>
          <w:rStyle w:val="StyleUnderline"/>
        </w:rPr>
        <w:t xml:space="preserve"> clause)</w:t>
      </w:r>
    </w:p>
    <w:p w14:paraId="28B13501" w14:textId="77777777" w:rsidR="0089168F" w:rsidRPr="00474706" w:rsidRDefault="0089168F" w:rsidP="0089168F">
      <w:pPr>
        <w:rPr>
          <w:rStyle w:val="StyleUnderline"/>
        </w:rPr>
      </w:pPr>
      <w:r w:rsidRPr="008C7E1F">
        <w:rPr>
          <w:rStyle w:val="Emphasis"/>
          <w:highlight w:val="green"/>
        </w:rPr>
        <w:t>Industry</w:t>
      </w:r>
      <w:r w:rsidRPr="008C7E1F">
        <w:rPr>
          <w:rStyle w:val="StyleUnderline"/>
          <w:highlight w:val="green"/>
        </w:rPr>
        <w:t xml:space="preserve"> </w:t>
      </w:r>
      <w:r w:rsidRPr="008C7E1F">
        <w:rPr>
          <w:rStyle w:val="Emphasis"/>
          <w:highlight w:val="green"/>
        </w:rPr>
        <w:t>promotion</w:t>
      </w:r>
      <w:r w:rsidRPr="00474706">
        <w:rPr>
          <w:rStyle w:val="StyleUnderline"/>
        </w:rPr>
        <w:t xml:space="preserve"> funds</w:t>
      </w:r>
    </w:p>
    <w:p w14:paraId="314B3417" w14:textId="77777777" w:rsidR="0089168F" w:rsidRPr="00474706" w:rsidRDefault="0089168F" w:rsidP="0089168F">
      <w:pPr>
        <w:rPr>
          <w:rStyle w:val="StyleUnderline"/>
        </w:rPr>
      </w:pPr>
      <w:r w:rsidRPr="00474706">
        <w:rPr>
          <w:rStyle w:val="Emphasis"/>
        </w:rPr>
        <w:t xml:space="preserve">Interest </w:t>
      </w:r>
      <w:r w:rsidRPr="008C7E1F">
        <w:rPr>
          <w:rStyle w:val="Emphasis"/>
        </w:rPr>
        <w:t>arbitration</w:t>
      </w:r>
      <w:r w:rsidRPr="00474706">
        <w:rPr>
          <w:rStyle w:val="StyleUnderline"/>
        </w:rPr>
        <w:t xml:space="preserve"> (such as Article X, Section 8)</w:t>
      </w:r>
    </w:p>
    <w:p w14:paraId="2D1A3032" w14:textId="77777777" w:rsidR="0089168F" w:rsidRPr="00474706" w:rsidRDefault="0089168F" w:rsidP="0089168F">
      <w:pPr>
        <w:rPr>
          <w:rStyle w:val="StyleUnderline"/>
        </w:rPr>
      </w:pPr>
      <w:r w:rsidRPr="00474706">
        <w:rPr>
          <w:rStyle w:val="Emphasis"/>
        </w:rPr>
        <w:t>Settlement</w:t>
      </w:r>
      <w:r w:rsidRPr="00474706">
        <w:rPr>
          <w:rStyle w:val="StyleUnderline"/>
        </w:rPr>
        <w:t xml:space="preserve"> of </w:t>
      </w:r>
      <w:r w:rsidRPr="00474706">
        <w:rPr>
          <w:rStyle w:val="Emphasis"/>
        </w:rPr>
        <w:t>u</w:t>
      </w:r>
      <w:r w:rsidRPr="00474706">
        <w:rPr>
          <w:rStyle w:val="StyleUnderline"/>
        </w:rPr>
        <w:t xml:space="preserve">nfair </w:t>
      </w:r>
      <w:r w:rsidRPr="00474706">
        <w:rPr>
          <w:rStyle w:val="Emphasis"/>
        </w:rPr>
        <w:t>l</w:t>
      </w:r>
      <w:r w:rsidRPr="00474706">
        <w:rPr>
          <w:rStyle w:val="StyleUnderline"/>
        </w:rPr>
        <w:t xml:space="preserve">abor </w:t>
      </w:r>
      <w:r w:rsidRPr="00474706">
        <w:rPr>
          <w:rStyle w:val="Emphasis"/>
        </w:rPr>
        <w:t>p</w:t>
      </w:r>
      <w:r w:rsidRPr="00474706">
        <w:rPr>
          <w:rStyle w:val="StyleUnderline"/>
        </w:rPr>
        <w:t>ractice charges</w:t>
      </w:r>
    </w:p>
    <w:p w14:paraId="60B7BFD6" w14:textId="77777777" w:rsidR="0089168F" w:rsidRPr="00474706" w:rsidRDefault="0089168F" w:rsidP="0089168F">
      <w:pPr>
        <w:rPr>
          <w:rStyle w:val="StyleUnderline"/>
        </w:rPr>
      </w:pPr>
      <w:r w:rsidRPr="00474706">
        <w:rPr>
          <w:rStyle w:val="Emphasis"/>
        </w:rPr>
        <w:t>Deductions</w:t>
      </w:r>
      <w:r w:rsidRPr="00474706">
        <w:rPr>
          <w:rStyle w:val="StyleUnderline"/>
        </w:rPr>
        <w:t xml:space="preserve"> for </w:t>
      </w:r>
      <w:r w:rsidRPr="00474706">
        <w:rPr>
          <w:rStyle w:val="Emphasis"/>
        </w:rPr>
        <w:t>political action</w:t>
      </w:r>
      <w:r w:rsidRPr="00474706">
        <w:rPr>
          <w:rStyle w:val="StyleUnderline"/>
        </w:rPr>
        <w:t xml:space="preserve"> leagues</w:t>
      </w:r>
    </w:p>
    <w:p w14:paraId="04474E23" w14:textId="77777777" w:rsidR="0089168F" w:rsidRPr="00474706" w:rsidRDefault="0089168F" w:rsidP="0089168F">
      <w:pPr>
        <w:rPr>
          <w:rStyle w:val="StyleUnderline"/>
        </w:rPr>
      </w:pPr>
      <w:r w:rsidRPr="00474706">
        <w:rPr>
          <w:rStyle w:val="Emphasis"/>
        </w:rPr>
        <w:t>Union label</w:t>
      </w:r>
      <w:r w:rsidRPr="00474706">
        <w:rPr>
          <w:rStyle w:val="StyleUnderline"/>
        </w:rPr>
        <w:t xml:space="preserve"> clauses</w:t>
      </w:r>
    </w:p>
    <w:p w14:paraId="3E8D3C94" w14:textId="77777777" w:rsidR="0089168F" w:rsidRPr="00474706" w:rsidRDefault="0089168F" w:rsidP="0089168F">
      <w:pPr>
        <w:rPr>
          <w:rStyle w:val="StyleUnderline"/>
        </w:rPr>
      </w:pPr>
      <w:r w:rsidRPr="008C7E1F">
        <w:rPr>
          <w:rStyle w:val="StyleUnderline"/>
          <w:highlight w:val="green"/>
        </w:rPr>
        <w:t>Clauses prohibiting</w:t>
      </w:r>
      <w:r w:rsidRPr="00474706">
        <w:rPr>
          <w:rStyle w:val="StyleUnderline"/>
        </w:rPr>
        <w:t xml:space="preserve"> the </w:t>
      </w:r>
      <w:r w:rsidRPr="008C7E1F">
        <w:rPr>
          <w:rStyle w:val="Emphasis"/>
          <w:highlight w:val="green"/>
        </w:rPr>
        <w:t>arbitration</w:t>
      </w:r>
      <w:r w:rsidRPr="00474706">
        <w:rPr>
          <w:rStyle w:val="StyleUnderline"/>
        </w:rPr>
        <w:t xml:space="preserve"> of a dispute in the event the union has filed charges over the same issue with any state or federal agency</w:t>
      </w:r>
    </w:p>
    <w:p w14:paraId="4B59C585" w14:textId="77777777" w:rsidR="0089168F" w:rsidRPr="00474706" w:rsidRDefault="0089168F" w:rsidP="0089168F">
      <w:pPr>
        <w:rPr>
          <w:sz w:val="16"/>
        </w:rPr>
      </w:pPr>
      <w:r w:rsidRPr="00474706">
        <w:rPr>
          <w:sz w:val="16"/>
        </w:rPr>
        <w:t>Illegal Subjects</w:t>
      </w:r>
    </w:p>
    <w:p w14:paraId="4DFB4B4B" w14:textId="77777777" w:rsidR="0089168F" w:rsidRPr="00474706" w:rsidRDefault="0089168F" w:rsidP="0089168F">
      <w:pPr>
        <w:rPr>
          <w:sz w:val="16"/>
        </w:rPr>
      </w:pPr>
      <w:r w:rsidRPr="008C7E1F">
        <w:rPr>
          <w:rStyle w:val="Emphasis"/>
          <w:highlight w:val="green"/>
        </w:rPr>
        <w:t>Illegal</w:t>
      </w:r>
      <w:r w:rsidRPr="00474706">
        <w:rPr>
          <w:rStyle w:val="StyleUnderline"/>
        </w:rPr>
        <w:t xml:space="preserve"> bargaining </w:t>
      </w:r>
      <w:r w:rsidRPr="008C7E1F">
        <w:rPr>
          <w:rStyle w:val="StyleUnderline"/>
          <w:highlight w:val="green"/>
        </w:rPr>
        <w:t xml:space="preserve">subjects </w:t>
      </w:r>
      <w:r w:rsidRPr="008C7E1F">
        <w:rPr>
          <w:rStyle w:val="Emphasis"/>
          <w:highlight w:val="green"/>
        </w:rPr>
        <w:t>include</w:t>
      </w:r>
      <w:r w:rsidRPr="00474706">
        <w:rPr>
          <w:rStyle w:val="StyleUnderline"/>
        </w:rPr>
        <w:t>:</w:t>
      </w:r>
    </w:p>
    <w:p w14:paraId="3C845D21" w14:textId="77777777" w:rsidR="0089168F" w:rsidRPr="00474706" w:rsidRDefault="0089168F" w:rsidP="0089168F">
      <w:pPr>
        <w:rPr>
          <w:rStyle w:val="StyleUnderline"/>
        </w:rPr>
      </w:pPr>
      <w:r w:rsidRPr="00474706">
        <w:rPr>
          <w:rStyle w:val="StyleUnderline"/>
        </w:rPr>
        <w:t xml:space="preserve">Provisions for a </w:t>
      </w:r>
      <w:r w:rsidRPr="008C7E1F">
        <w:rPr>
          <w:rStyle w:val="Emphasis"/>
          <w:highlight w:val="green"/>
        </w:rPr>
        <w:t>closed shop</w:t>
      </w:r>
    </w:p>
    <w:p w14:paraId="3CF58F82" w14:textId="77777777" w:rsidR="0089168F" w:rsidRPr="00474706" w:rsidRDefault="0089168F" w:rsidP="0089168F">
      <w:pPr>
        <w:rPr>
          <w:rStyle w:val="StyleUnderline"/>
        </w:rPr>
      </w:pPr>
      <w:r w:rsidRPr="00474706">
        <w:rPr>
          <w:rStyle w:val="StyleUnderline"/>
        </w:rPr>
        <w:t xml:space="preserve">A provision for a </w:t>
      </w:r>
      <w:r w:rsidRPr="008C7E1F">
        <w:rPr>
          <w:rStyle w:val="Emphasis"/>
          <w:highlight w:val="green"/>
        </w:rPr>
        <w:t>hiring hall</w:t>
      </w:r>
      <w:r w:rsidRPr="00474706">
        <w:rPr>
          <w:rStyle w:val="StyleUnderline"/>
        </w:rPr>
        <w:t xml:space="preserve"> giving </w:t>
      </w:r>
      <w:r w:rsidRPr="008C7E1F">
        <w:rPr>
          <w:rStyle w:val="Emphasis"/>
          <w:highlight w:val="green"/>
        </w:rPr>
        <w:t>preference</w:t>
      </w:r>
      <w:r w:rsidRPr="00474706">
        <w:rPr>
          <w:rStyle w:val="StyleUnderline"/>
        </w:rPr>
        <w:t xml:space="preserve"> to union members</w:t>
      </w:r>
    </w:p>
    <w:p w14:paraId="338F43DF" w14:textId="77777777" w:rsidR="0089168F" w:rsidRDefault="0089168F" w:rsidP="0089168F">
      <w:pPr>
        <w:rPr>
          <w:sz w:val="16"/>
        </w:rPr>
      </w:pPr>
      <w:r w:rsidRPr="00474706">
        <w:rPr>
          <w:rStyle w:val="StyleUnderline"/>
        </w:rPr>
        <w:t>“</w:t>
      </w:r>
      <w:r w:rsidRPr="008C7E1F">
        <w:rPr>
          <w:rStyle w:val="Emphasis"/>
          <w:highlight w:val="green"/>
        </w:rPr>
        <w:t>Hot cargo</w:t>
      </w:r>
      <w:r w:rsidRPr="00474706">
        <w:rPr>
          <w:rStyle w:val="StyleUnderline"/>
        </w:rPr>
        <w:t xml:space="preserve">” </w:t>
      </w:r>
      <w:r w:rsidRPr="008C7E1F">
        <w:rPr>
          <w:rStyle w:val="StyleUnderline"/>
          <w:highlight w:val="green"/>
        </w:rPr>
        <w:t>clauses</w:t>
      </w:r>
      <w:r w:rsidRPr="00474706">
        <w:rPr>
          <w:rStyle w:val="StyleUnderline"/>
        </w:rPr>
        <w:t xml:space="preserve"> in violation of Section 8(e) of the NLRA</w:t>
      </w:r>
      <w:r w:rsidRPr="00474706">
        <w:rPr>
          <w:sz w:val="16"/>
        </w:rPr>
        <w:t xml:space="preserve">, </w:t>
      </w:r>
      <w:r w:rsidRPr="008C7E1F">
        <w:rPr>
          <w:rStyle w:val="StyleUnderline"/>
          <w:highlight w:val="green"/>
        </w:rPr>
        <w:t xml:space="preserve">such as </w:t>
      </w:r>
      <w:r w:rsidRPr="008C7E1F">
        <w:rPr>
          <w:rStyle w:val="Emphasis"/>
          <w:highlight w:val="green"/>
        </w:rPr>
        <w:t>subcontracting restrictions</w:t>
      </w:r>
      <w:r w:rsidRPr="00474706">
        <w:rPr>
          <w:rStyle w:val="StyleUnderline"/>
        </w:rPr>
        <w:t xml:space="preserve"> concerning non-jobsite work that require the subcontractor to be signatory to a labor agreement</w:t>
      </w:r>
      <w:r w:rsidRPr="00474706">
        <w:rPr>
          <w:sz w:val="16"/>
        </w:rPr>
        <w:t>.</w:t>
      </w:r>
    </w:p>
    <w:p w14:paraId="0C83EED2" w14:textId="77777777" w:rsidR="0089168F" w:rsidRDefault="0089168F">
      <w:pPr>
        <w:pStyle w:val="Heading3"/>
      </w:pPr>
    </w:p>
    <w:p w14:paraId="179D61AA" w14:textId="4D46D41C" w:rsidR="0089168F" w:rsidRDefault="0089168F" w:rsidP="0089168F">
      <w:pPr>
        <w:pStyle w:val="Heading3"/>
      </w:pPr>
      <w:bookmarkStart w:id="1" w:name="_Hlk205817078"/>
      <w:r>
        <w:t>AT: Func Limits---</w:t>
      </w:r>
      <w:r>
        <w:t>States CP---</w:t>
      </w:r>
      <w:r>
        <w:t>2NC</w:t>
      </w:r>
    </w:p>
    <w:p w14:paraId="7E3DA0F9" w14:textId="77777777" w:rsidR="0089168F" w:rsidRPr="00A5245B" w:rsidRDefault="0089168F" w:rsidP="0089168F">
      <w:pPr>
        <w:pStyle w:val="Heading4"/>
      </w:pPr>
      <w:proofErr w:type="gramStart"/>
      <w:r w:rsidRPr="00A5245B">
        <w:t>And,</w:t>
      </w:r>
      <w:proofErr w:type="gramEnd"/>
      <w:r w:rsidRPr="00A5245B">
        <w:t xml:space="preserve"> </w:t>
      </w:r>
      <w:r w:rsidRPr="00AD194D">
        <w:rPr>
          <w:u w:val="single"/>
        </w:rPr>
        <w:t>preemption</w:t>
      </w:r>
      <w:r w:rsidRPr="00A5245B">
        <w:t>.</w:t>
      </w:r>
    </w:p>
    <w:p w14:paraId="1D556CEB" w14:textId="77777777" w:rsidR="0089168F" w:rsidRPr="005E78EE" w:rsidRDefault="0089168F" w:rsidP="0089168F">
      <w:pPr>
        <w:rPr>
          <w:rStyle w:val="Style13ptBold"/>
        </w:rPr>
      </w:pPr>
      <w:r>
        <w:rPr>
          <w:rStyle w:val="Style13ptBold"/>
        </w:rPr>
        <w:t xml:space="preserve">USCCEPD 21 </w:t>
      </w:r>
      <w:r w:rsidRPr="00697D8F">
        <w:t>–</w:t>
      </w:r>
      <w:r>
        <w:t xml:space="preserve"> R</w:t>
      </w:r>
      <w:r w:rsidRPr="005E78EE">
        <w:t xml:space="preserve">egularly interacts with Congressional staff, numerous Federal agencies and many national coalitions </w:t>
      </w:r>
      <w:r>
        <w:t>to shape national labor policy.</w:t>
      </w:r>
    </w:p>
    <w:p w14:paraId="71403288" w14:textId="77777777" w:rsidR="0089168F" w:rsidRPr="005E78EE" w:rsidRDefault="0089168F" w:rsidP="0089168F">
      <w:r>
        <w:t xml:space="preserve">United States Chamber of Commerce Employment Policy Division, “Bait and Switch: The False Promise of New “Representation” Models,” US Chamber Documents, March 2021, </w:t>
      </w:r>
      <w:r w:rsidRPr="005E78EE">
        <w:t>https://papers.ssrn.com/sol3/papers.cfm?abstract_id=5136825</w:t>
      </w:r>
    </w:p>
    <w:p w14:paraId="46DF9054" w14:textId="77777777" w:rsidR="0089168F" w:rsidRPr="00B05F7B" w:rsidRDefault="0089168F" w:rsidP="0089168F">
      <w:pPr>
        <w:rPr>
          <w:rStyle w:val="Emphasis"/>
        </w:rPr>
      </w:pPr>
      <w:r w:rsidRPr="0015766C">
        <w:rPr>
          <w:rStyle w:val="StyleUnderline"/>
        </w:rPr>
        <w:t xml:space="preserve">Machinists preemption </w:t>
      </w:r>
      <w:r w:rsidRPr="00B05F7B">
        <w:rPr>
          <w:rStyle w:val="StyleUnderline"/>
        </w:rPr>
        <w:t>applies where the NLRA neither protects nor prohibits the activity in question</w:t>
      </w:r>
      <w:r w:rsidRPr="00B05F7B">
        <w:rPr>
          <w:sz w:val="16"/>
        </w:rPr>
        <w:t xml:space="preserve">, but national labor policy requires that the activity should be wholly unregulated and left to the free play of economic forces.120 </w:t>
      </w:r>
      <w:r w:rsidRPr="00B05F7B">
        <w:rPr>
          <w:rStyle w:val="StyleUnderline"/>
        </w:rPr>
        <w:t xml:space="preserve">By excluding independent contractors in NLRA, </w:t>
      </w:r>
      <w:r w:rsidRPr="000F2C17">
        <w:rPr>
          <w:rStyle w:val="StyleUnderline"/>
          <w:highlight w:val="green"/>
        </w:rPr>
        <w:t xml:space="preserve">Congress made a </w:t>
      </w:r>
      <w:r w:rsidRPr="000F2C17">
        <w:rPr>
          <w:rStyle w:val="Emphasis"/>
          <w:highlight w:val="green"/>
        </w:rPr>
        <w:t>deliberate choice</w:t>
      </w:r>
      <w:r w:rsidRPr="000F2C17">
        <w:rPr>
          <w:rStyle w:val="StyleUnderline"/>
          <w:highlight w:val="green"/>
        </w:rPr>
        <w:t xml:space="preserve"> to exclude them</w:t>
      </w:r>
      <w:r w:rsidRPr="00B05F7B">
        <w:rPr>
          <w:rStyle w:val="StyleUnderline"/>
        </w:rPr>
        <w:t xml:space="preserve"> from the field of collective bargaining and treat independent contractors as businesses governed by market forces, rather than as employees</w:t>
      </w:r>
      <w:r w:rsidRPr="00B05F7B">
        <w:rPr>
          <w:sz w:val="16"/>
        </w:rPr>
        <w:t xml:space="preserve"> able to collectively bargain. </w:t>
      </w:r>
      <w:r w:rsidRPr="000F2C17">
        <w:rPr>
          <w:rStyle w:val="Emphasis"/>
          <w:highlight w:val="green"/>
        </w:rPr>
        <w:t>Any</w:t>
      </w:r>
      <w:r w:rsidRPr="00B05F7B">
        <w:rPr>
          <w:rStyle w:val="Emphasis"/>
        </w:rPr>
        <w:t xml:space="preserve"> bargaining </w:t>
      </w:r>
      <w:r w:rsidRPr="000F2C17">
        <w:rPr>
          <w:rStyle w:val="Emphasis"/>
          <w:highlight w:val="green"/>
        </w:rPr>
        <w:t>statute</w:t>
      </w:r>
      <w:r w:rsidRPr="000F2C17">
        <w:rPr>
          <w:rStyle w:val="StyleUnderline"/>
          <w:highlight w:val="green"/>
        </w:rPr>
        <w:t xml:space="preserve"> that provides a </w:t>
      </w:r>
      <w:r w:rsidRPr="000F2C17">
        <w:rPr>
          <w:rStyle w:val="Emphasis"/>
          <w:highlight w:val="green"/>
        </w:rPr>
        <w:t>right</w:t>
      </w:r>
      <w:r w:rsidRPr="00B05F7B">
        <w:rPr>
          <w:rStyle w:val="Emphasis"/>
        </w:rPr>
        <w:t xml:space="preserve"> for independent contractors</w:t>
      </w:r>
      <w:r w:rsidRPr="00B05F7B">
        <w:rPr>
          <w:rStyle w:val="StyleUnderline"/>
        </w:rPr>
        <w:t xml:space="preserve"> to organize</w:t>
      </w:r>
      <w:r w:rsidRPr="00B05F7B">
        <w:rPr>
          <w:sz w:val="16"/>
        </w:rPr>
        <w:t xml:space="preserve">, thus, </w:t>
      </w:r>
      <w:r w:rsidRPr="000F2C17">
        <w:rPr>
          <w:rStyle w:val="StyleUnderline"/>
          <w:highlight w:val="green"/>
        </w:rPr>
        <w:t>is</w:t>
      </w:r>
      <w:r w:rsidRPr="00B05F7B">
        <w:rPr>
          <w:sz w:val="16"/>
        </w:rPr>
        <w:t xml:space="preserve"> </w:t>
      </w:r>
      <w:r w:rsidRPr="000F2C17">
        <w:rPr>
          <w:sz w:val="16"/>
        </w:rPr>
        <w:t xml:space="preserve">likely </w:t>
      </w:r>
      <w:r w:rsidRPr="000F2C17">
        <w:rPr>
          <w:rStyle w:val="Emphasis"/>
          <w:highlight w:val="green"/>
        </w:rPr>
        <w:t>Machinists preempted</w:t>
      </w:r>
    </w:p>
    <w:p w14:paraId="09B0C95A" w14:textId="77777777" w:rsidR="0089168F" w:rsidRPr="00B05F7B" w:rsidRDefault="0089168F" w:rsidP="0089168F">
      <w:pPr>
        <w:pStyle w:val="Heading4"/>
      </w:pPr>
      <w:r w:rsidRPr="00B05F7B">
        <w:t xml:space="preserve">And, </w:t>
      </w:r>
      <w:r w:rsidRPr="00B05F7B">
        <w:rPr>
          <w:u w:val="single"/>
        </w:rPr>
        <w:t>antitrust</w:t>
      </w:r>
      <w:r w:rsidRPr="00B05F7B">
        <w:t>.</w:t>
      </w:r>
    </w:p>
    <w:p w14:paraId="5E292536" w14:textId="77777777" w:rsidR="0089168F" w:rsidRPr="00B05F7B" w:rsidRDefault="0089168F" w:rsidP="0089168F">
      <w:pPr>
        <w:rPr>
          <w:rStyle w:val="Style13ptBold"/>
        </w:rPr>
      </w:pPr>
      <w:r w:rsidRPr="00B05F7B">
        <w:rPr>
          <w:rStyle w:val="Style13ptBold"/>
        </w:rPr>
        <w:t xml:space="preserve">USCCEPD 21 </w:t>
      </w:r>
      <w:r w:rsidRPr="00B05F7B">
        <w:t>– Regularly interacts with Congressional staff, numerous Federal agencies and many national coalitions to shape national labor policy.</w:t>
      </w:r>
    </w:p>
    <w:p w14:paraId="6B856633" w14:textId="77777777" w:rsidR="0089168F" w:rsidRPr="00B05F7B" w:rsidRDefault="0089168F" w:rsidP="0089168F">
      <w:r w:rsidRPr="00B05F7B">
        <w:t>United States Chamber of Commerce Employment Policy Division, “Bait and Switch: The False Promise of New “Representation” Models,” US Chamber Documents, March 2021, https://papers.ssrn.com/sol3/papers.cfm?abstract_id=5136825</w:t>
      </w:r>
    </w:p>
    <w:bookmarkEnd w:id="1"/>
    <w:p w14:paraId="79089C1B" w14:textId="77777777" w:rsidR="0089168F" w:rsidRPr="0089168F" w:rsidRDefault="0089168F" w:rsidP="0089168F"/>
    <w:sectPr w:rsidR="0089168F" w:rsidRPr="008916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51339" w14:textId="77777777" w:rsidR="002323E0" w:rsidRDefault="002323E0" w:rsidP="00066D2C">
      <w:r>
        <w:separator/>
      </w:r>
    </w:p>
  </w:endnote>
  <w:endnote w:type="continuationSeparator" w:id="0">
    <w:p w14:paraId="6C775B32" w14:textId="77777777" w:rsidR="002323E0" w:rsidRDefault="002323E0"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14635" w14:textId="77777777" w:rsidR="002323E0" w:rsidRDefault="002323E0" w:rsidP="00066D2C">
      <w:r>
        <w:separator/>
      </w:r>
    </w:p>
  </w:footnote>
  <w:footnote w:type="continuationSeparator" w:id="0">
    <w:p w14:paraId="5FCA40AF" w14:textId="77777777" w:rsidR="002323E0" w:rsidRDefault="002323E0"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2"/>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89168F"/>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3E0"/>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168F"/>
    <w:rsid w:val="00892EE6"/>
    <w:rsid w:val="008931B4"/>
    <w:rsid w:val="008973A2"/>
    <w:rsid w:val="008A0E76"/>
    <w:rsid w:val="008A1048"/>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E5694"/>
  <w15:chartTrackingRefBased/>
  <w15:docId w15:val="{8F84B95C-05B0-4515-9A10-39194F953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9168F"/>
    <w:rPr>
      <w:rFonts w:ascii="Calibri" w:hAnsi="Calibri" w:cs="Calibri"/>
    </w:rPr>
  </w:style>
  <w:style w:type="paragraph" w:styleId="Heading1">
    <w:name w:val="heading 1"/>
    <w:aliases w:val="Pocket"/>
    <w:basedOn w:val="Normal"/>
    <w:next w:val="Normal"/>
    <w:link w:val="Heading1Char"/>
    <w:qFormat/>
    <w:rsid w:val="0089168F"/>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eastAsiaTheme="majorEastAsia" w:cstheme="majorBidi"/>
      <w:b/>
      <w:sz w:val="52"/>
      <w:szCs w:val="32"/>
    </w:rPr>
  </w:style>
  <w:style w:type="paragraph" w:styleId="Heading2">
    <w:name w:val="heading 2"/>
    <w:aliases w:val="Hat,Heading 21,Heading 2 Char Char Char Char Char Char Char Char Char Char Char Char Char Char,Heading 2 Char Char Char Char Char Char Char Char Char Char Char,Heading 2 Char Char Char,Super Script, Char,Char2, Char Char Char Char1"/>
    <w:basedOn w:val="Normal"/>
    <w:next w:val="Normal"/>
    <w:link w:val="Heading2Char"/>
    <w:uiPriority w:val="1"/>
    <w:qFormat/>
    <w:rsid w:val="0089168F"/>
    <w:pPr>
      <w:keepNext/>
      <w:keepLines/>
      <w:pageBreakBefore/>
      <w:spacing w:before="480" w:after="0" w:line="240" w:lineRule="auto"/>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qFormat/>
    <w:rsid w:val="0089168F"/>
    <w:pPr>
      <w:keepNext/>
      <w:keepLines/>
      <w:pageBreakBefore/>
      <w:spacing w:before="200" w:after="0" w:line="240" w:lineRule="auto"/>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
    <w:basedOn w:val="Normal"/>
    <w:next w:val="Normal"/>
    <w:link w:val="Heading4Char"/>
    <w:uiPriority w:val="3"/>
    <w:qFormat/>
    <w:rsid w:val="0089168F"/>
    <w:pPr>
      <w:keepNext/>
      <w:keepLines/>
      <w:spacing w:before="200" w:after="0" w:line="240" w:lineRule="auto"/>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9168F"/>
    <w:pPr>
      <w:keepNext/>
      <w:keepLines/>
      <w:spacing w:before="40" w:after="0" w:line="240" w:lineRule="auto"/>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916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68F"/>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89168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9168F"/>
    <w:rPr>
      <w:color w:val="auto"/>
      <w:u w:val="none"/>
    </w:rPr>
  </w:style>
  <w:style w:type="character" w:customStyle="1" w:styleId="Heading1Char">
    <w:name w:val="Heading 1 Char"/>
    <w:aliases w:val="Pocket Char"/>
    <w:basedOn w:val="DefaultParagraphFont"/>
    <w:link w:val="Heading1"/>
    <w:rsid w:val="0089168F"/>
    <w:rPr>
      <w:rFonts w:ascii="Calibri" w:eastAsiaTheme="majorEastAsia" w:hAnsi="Calibri" w:cstheme="majorBidi"/>
      <w:b/>
      <w:sz w:val="52"/>
      <w:szCs w:val="32"/>
    </w:rPr>
  </w:style>
  <w:style w:type="character" w:customStyle="1" w:styleId="Heading2Char">
    <w:name w:val="Heading 2 Char"/>
    <w:aliases w:val="Hat Char,Heading 21 Char,Heading 2 Char Char Char Char Char Char Char Char Char Char Char Char Char Char Char,Heading 2 Char Char Char Char Char Char Char Char Char Char Char Char,Heading 2 Char Char Char Char,Super Script Char, Char Char"/>
    <w:basedOn w:val="DefaultParagraphFont"/>
    <w:link w:val="Heading2"/>
    <w:uiPriority w:val="1"/>
    <w:rsid w:val="0089168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no Char"/>
    <w:basedOn w:val="DefaultParagraphFont"/>
    <w:link w:val="Heading3"/>
    <w:uiPriority w:val="2"/>
    <w:rsid w:val="0089168F"/>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89168F"/>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89168F"/>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B"/>
    <w:basedOn w:val="DefaultParagraphFont"/>
    <w:uiPriority w:val="7"/>
    <w:qFormat/>
    <w:rsid w:val="0089168F"/>
    <w:rPr>
      <w:b w:val="0"/>
      <w:sz w:val="22"/>
      <w:u w:val="single"/>
    </w:rPr>
  </w:style>
  <w:style w:type="character" w:styleId="Strong">
    <w:name w:val="Strong"/>
    <w:basedOn w:val="DefaultParagraphFont"/>
    <w:uiPriority w:val="22"/>
    <w:semiHidden/>
    <w:qFormat/>
    <w:rsid w:val="0089168F"/>
    <w:rPr>
      <w:b/>
      <w:bCs/>
    </w:rPr>
  </w:style>
  <w:style w:type="character" w:styleId="BookTitle">
    <w:name w:val="Book Title"/>
    <w:basedOn w:val="DefaultParagraphFont"/>
    <w:uiPriority w:val="33"/>
    <w:semiHidden/>
    <w:qFormat/>
    <w:rsid w:val="0089168F"/>
    <w:rPr>
      <w:b/>
      <w:bCs/>
      <w:i/>
      <w:iCs/>
      <w:spacing w:val="5"/>
    </w:rPr>
  </w:style>
  <w:style w:type="character" w:customStyle="1" w:styleId="Heading5Char">
    <w:name w:val="Heading 5 Char"/>
    <w:basedOn w:val="DefaultParagraphFont"/>
    <w:link w:val="Heading5"/>
    <w:uiPriority w:val="9"/>
    <w:semiHidden/>
    <w:rsid w:val="0089168F"/>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9168F"/>
  </w:style>
  <w:style w:type="paragraph" w:styleId="Header">
    <w:name w:val="header"/>
    <w:basedOn w:val="Normal"/>
    <w:link w:val="HeaderChar"/>
    <w:uiPriority w:val="99"/>
    <w:semiHidden/>
    <w:rsid w:val="0089168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168F"/>
    <w:rPr>
      <w:rFonts w:ascii="Calibri" w:hAnsi="Calibri" w:cs="Calibri"/>
    </w:rPr>
  </w:style>
  <w:style w:type="paragraph" w:styleId="Footer">
    <w:name w:val="footer"/>
    <w:basedOn w:val="Normal"/>
    <w:link w:val="FooterChar"/>
    <w:uiPriority w:val="99"/>
    <w:semiHidden/>
    <w:rsid w:val="008916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9168F"/>
    <w:rPr>
      <w:rFonts w:ascii="Calibri" w:hAnsi="Calibri" w:cs="Calibri"/>
    </w:rPr>
  </w:style>
  <w:style w:type="paragraph" w:styleId="BodyText">
    <w:name w:val="Body Text"/>
    <w:basedOn w:val="Normal"/>
    <w:link w:val="BodyTextChar"/>
    <w:uiPriority w:val="99"/>
    <w:semiHidden/>
    <w:unhideWhenUsed/>
    <w:rsid w:val="0089168F"/>
    <w:pPr>
      <w:spacing w:after="120" w:line="240" w:lineRule="auto"/>
    </w:pPr>
  </w:style>
  <w:style w:type="character" w:customStyle="1" w:styleId="BodyTextChar">
    <w:name w:val="Body Text Char"/>
    <w:basedOn w:val="DefaultParagraphFont"/>
    <w:link w:val="BodyText"/>
    <w:uiPriority w:val="99"/>
    <w:semiHidden/>
    <w:rsid w:val="0089168F"/>
    <w:rPr>
      <w:rFonts w:ascii="Calibri" w:hAnsi="Calibri" w:cs="Calibri"/>
    </w:rPr>
  </w:style>
  <w:style w:type="paragraph" w:styleId="NoSpacing">
    <w:name w:val="No Spacing"/>
    <w:link w:val="NoSpacingChar"/>
    <w:uiPriority w:val="99"/>
    <w:semiHidden/>
    <w:unhideWhenUsed/>
    <w:qFormat/>
    <w:rsid w:val="0089168F"/>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9168F"/>
    <w:rPr>
      <w:rFonts w:ascii="Calibri" w:hAnsi="Calibri" w:cs="Calibri"/>
    </w:rPr>
  </w:style>
  <w:style w:type="character" w:styleId="Hyperlink">
    <w:name w:val="Hyperlink"/>
    <w:basedOn w:val="DefaultParagraphFont"/>
    <w:uiPriority w:val="99"/>
    <w:unhideWhenUsed/>
    <w:rsid w:val="0089168F"/>
    <w:rPr>
      <w:color w:val="0563C1" w:themeColor="hyperlink"/>
      <w:u w:val="single"/>
    </w:rPr>
  </w:style>
  <w:style w:type="character" w:styleId="UnresolvedMention">
    <w:name w:val="Unresolved Mention"/>
    <w:basedOn w:val="DefaultParagraphFont"/>
    <w:uiPriority w:val="99"/>
    <w:semiHidden/>
    <w:unhideWhenUsed/>
    <w:rsid w:val="0089168F"/>
    <w:rPr>
      <w:color w:val="605E5C"/>
      <w:shd w:val="clear" w:color="auto" w:fill="E1DFDD"/>
    </w:rPr>
  </w:style>
  <w:style w:type="paragraph" w:customStyle="1" w:styleId="Undertag">
    <w:name w:val="Undertag"/>
    <w:link w:val="UndertagChar"/>
    <w:autoRedefine/>
    <w:uiPriority w:val="5"/>
    <w:qFormat/>
    <w:rsid w:val="0089168F"/>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9168F"/>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9168F"/>
    <w:rPr>
      <w:color w:val="1F3864" w:themeColor="accent1" w:themeShade="80"/>
    </w:rPr>
  </w:style>
  <w:style w:type="character" w:customStyle="1" w:styleId="AnalyticChar">
    <w:name w:val="Analytic Char"/>
    <w:basedOn w:val="DefaultParagraphFont"/>
    <w:link w:val="Analytic"/>
    <w:uiPriority w:val="5"/>
    <w:rsid w:val="0089168F"/>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89168F"/>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1</Pages>
  <Words>3221</Words>
  <Characters>19326</Characters>
  <Application>Microsoft Office Word</Application>
  <DocSecurity>0</DocSecurity>
  <Lines>1610</Lines>
  <Paragraphs>1734</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2025-09-25T23:09:00Z</dcterms:created>
  <dcterms:modified xsi:type="dcterms:W3CDTF">2025-09-25T23:14:00Z</dcterms:modified>
</cp:coreProperties>
</file>